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70AA5" w14:textId="1D77191B" w:rsidR="00805893" w:rsidRDefault="00805893" w:rsidP="00333355">
      <w:pPr>
        <w:tabs>
          <w:tab w:val="num" w:pos="567"/>
        </w:tabs>
        <w:spacing w:before="360"/>
        <w:jc w:val="center"/>
        <w:rPr>
          <w:rFonts w:ascii="Arial" w:hAnsi="Arial" w:cs="Arial"/>
          <w:b/>
          <w:sz w:val="20"/>
          <w:u w:val="single"/>
        </w:rPr>
      </w:pPr>
      <w:r w:rsidRPr="00D921BF">
        <w:rPr>
          <w:rFonts w:ascii="Arial" w:hAnsi="Arial" w:cs="Arial"/>
          <w:b/>
          <w:sz w:val="20"/>
          <w:u w:val="single"/>
        </w:rPr>
        <w:t>Příloha 2</w:t>
      </w:r>
    </w:p>
    <w:p w14:paraId="5D5B27F6" w14:textId="77777777" w:rsidR="00805893" w:rsidRPr="00D921BF" w:rsidRDefault="00805893" w:rsidP="00333355">
      <w:pPr>
        <w:tabs>
          <w:tab w:val="left" w:pos="-1980"/>
          <w:tab w:val="left" w:pos="4680"/>
          <w:tab w:val="left" w:pos="4961"/>
        </w:tabs>
        <w:spacing w:before="120" w:line="280" w:lineRule="atLeast"/>
        <w:ind w:left="340" w:hanging="340"/>
        <w:jc w:val="center"/>
        <w:rPr>
          <w:rFonts w:ascii="Arial" w:hAnsi="Arial" w:cs="Arial"/>
          <w:b/>
          <w:sz w:val="20"/>
        </w:rPr>
      </w:pPr>
      <w:r w:rsidRPr="00D921BF">
        <w:rPr>
          <w:rFonts w:ascii="Arial" w:hAnsi="Arial" w:cs="Arial"/>
          <w:b/>
          <w:sz w:val="20"/>
        </w:rPr>
        <w:t>Technická specifikace předmětu veřejné zakázky</w:t>
      </w:r>
    </w:p>
    <w:p w14:paraId="2418BAD3" w14:textId="77777777" w:rsidR="00805893" w:rsidRDefault="00805893" w:rsidP="00805893">
      <w:pPr>
        <w:tabs>
          <w:tab w:val="num" w:pos="567"/>
        </w:tabs>
        <w:spacing w:before="360"/>
        <w:ind w:left="567" w:hanging="567"/>
        <w:jc w:val="center"/>
      </w:pPr>
    </w:p>
    <w:p w14:paraId="6FE8B421" w14:textId="1B7507F5" w:rsidR="00F62199" w:rsidRPr="00805893" w:rsidRDefault="00F62199" w:rsidP="00805893">
      <w:pPr>
        <w:pStyle w:val="Nadpis1"/>
        <w:tabs>
          <w:tab w:val="clear" w:pos="432"/>
          <w:tab w:val="num" w:pos="567"/>
        </w:tabs>
        <w:spacing w:before="360"/>
        <w:ind w:left="567" w:hanging="567"/>
        <w:rPr>
          <w:rFonts w:ascii="Arial" w:hAnsi="Arial" w:cs="Arial"/>
          <w:sz w:val="22"/>
          <w:szCs w:val="22"/>
        </w:rPr>
      </w:pPr>
      <w:r w:rsidRPr="00805893">
        <w:rPr>
          <w:rFonts w:ascii="Arial" w:hAnsi="Arial" w:cs="Arial"/>
          <w:sz w:val="22"/>
          <w:szCs w:val="22"/>
        </w:rPr>
        <w:t>Popis předmětu</w:t>
      </w:r>
    </w:p>
    <w:p w14:paraId="4D534C99" w14:textId="43516708" w:rsidR="00F62199" w:rsidRPr="00F6332C" w:rsidRDefault="00F62199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Cs w:val="22"/>
        </w:rPr>
      </w:pPr>
      <w:r w:rsidRPr="00F6332C">
        <w:rPr>
          <w:rFonts w:ascii="Arial" w:hAnsi="Arial" w:cs="Arial"/>
          <w:szCs w:val="22"/>
        </w:rPr>
        <w:t>Betonové sloupy pro podpěrné body venkovních vedení a sloupových transformačních stanic do 45</w:t>
      </w:r>
      <w:r w:rsidR="001273FA">
        <w:rPr>
          <w:rFonts w:ascii="Arial" w:hAnsi="Arial" w:cs="Arial"/>
          <w:szCs w:val="22"/>
        </w:rPr>
        <w:t> </w:t>
      </w:r>
      <w:r w:rsidRPr="00F6332C">
        <w:rPr>
          <w:rFonts w:ascii="Arial" w:hAnsi="Arial" w:cs="Arial"/>
          <w:szCs w:val="22"/>
        </w:rPr>
        <w:t>kV za podmínek daných normami na výstavbu ve všech námrazových oblastech a pásmech znečistění.</w:t>
      </w:r>
    </w:p>
    <w:p w14:paraId="0FAE781B" w14:textId="77777777" w:rsidR="00F62199" w:rsidRPr="00F6332C" w:rsidRDefault="00F62199" w:rsidP="000A6AFF">
      <w:pPr>
        <w:pStyle w:val="Nadpis1"/>
        <w:tabs>
          <w:tab w:val="clear" w:pos="432"/>
          <w:tab w:val="num" w:pos="567"/>
        </w:tabs>
        <w:spacing w:before="360"/>
        <w:ind w:left="567" w:hanging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Všeobecné požadavky</w:t>
      </w:r>
    </w:p>
    <w:p w14:paraId="33425437" w14:textId="77777777" w:rsidR="00F62199" w:rsidRPr="00F6332C" w:rsidRDefault="00F62199" w:rsidP="00603168">
      <w:pPr>
        <w:pStyle w:val="Nadpis2"/>
        <w:tabs>
          <w:tab w:val="clear" w:pos="4971"/>
          <w:tab w:val="num" w:pos="567"/>
        </w:tabs>
        <w:ind w:left="567" w:hanging="578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Normy a předpisy</w:t>
      </w:r>
    </w:p>
    <w:p w14:paraId="12A5827F" w14:textId="77777777" w:rsidR="00F62199" w:rsidRPr="00F6332C" w:rsidRDefault="00F62199" w:rsidP="003E6A21">
      <w:pPr>
        <w:tabs>
          <w:tab w:val="left" w:pos="426"/>
        </w:tabs>
        <w:rPr>
          <w:rFonts w:ascii="Arial" w:hAnsi="Arial" w:cs="Arial"/>
          <w:szCs w:val="22"/>
        </w:rPr>
      </w:pPr>
      <w:r w:rsidRPr="00F6332C">
        <w:rPr>
          <w:rFonts w:ascii="Arial" w:hAnsi="Arial" w:cs="Arial"/>
          <w:szCs w:val="22"/>
        </w:rPr>
        <w:t>Betonové sloupy musí splňovat požadavky těchto norem:</w:t>
      </w:r>
    </w:p>
    <w:tbl>
      <w:tblPr>
        <w:tblW w:w="9567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3"/>
        <w:gridCol w:w="6804"/>
      </w:tblGrid>
      <w:tr w:rsidR="007467CB" w:rsidRPr="00F6332C" w14:paraId="0079723F" w14:textId="77777777">
        <w:tc>
          <w:tcPr>
            <w:tcW w:w="2763" w:type="dxa"/>
          </w:tcPr>
          <w:p w14:paraId="728C04AC" w14:textId="77777777" w:rsidR="007467CB" w:rsidRPr="00F6332C" w:rsidRDefault="007467CB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7467CB">
              <w:rPr>
                <w:rFonts w:ascii="Arial" w:hAnsi="Arial" w:cs="Arial"/>
                <w:szCs w:val="22"/>
              </w:rPr>
              <w:t>ČSN EN 12843</w:t>
            </w:r>
          </w:p>
        </w:tc>
        <w:tc>
          <w:tcPr>
            <w:tcW w:w="6804" w:type="dxa"/>
          </w:tcPr>
          <w:p w14:paraId="009C1FB7" w14:textId="77777777" w:rsidR="007467CB" w:rsidRPr="00F6332C" w:rsidRDefault="007467CB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7467CB">
              <w:rPr>
                <w:rFonts w:ascii="Arial" w:hAnsi="Arial" w:cs="Arial"/>
                <w:szCs w:val="22"/>
              </w:rPr>
              <w:t>Betonové prefabrikáty – Stožáry a sloupy</w:t>
            </w:r>
          </w:p>
        </w:tc>
      </w:tr>
      <w:tr w:rsidR="00EF446B" w:rsidRPr="00F6332C" w14:paraId="5C53A0EE" w14:textId="77777777">
        <w:tc>
          <w:tcPr>
            <w:tcW w:w="2763" w:type="dxa"/>
          </w:tcPr>
          <w:p w14:paraId="4E20884B" w14:textId="77777777" w:rsidR="00EF446B" w:rsidRPr="00F6332C" w:rsidRDefault="00EF446B">
            <w:pPr>
              <w:spacing w:before="60" w:after="6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ČSN EN 13369</w:t>
            </w:r>
          </w:p>
        </w:tc>
        <w:tc>
          <w:tcPr>
            <w:tcW w:w="6804" w:type="dxa"/>
          </w:tcPr>
          <w:p w14:paraId="51198D6E" w14:textId="77777777" w:rsidR="00EF446B" w:rsidRPr="00F6332C" w:rsidRDefault="00241E47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241E47">
              <w:rPr>
                <w:rFonts w:ascii="Arial" w:hAnsi="Arial" w:cs="Arial"/>
                <w:szCs w:val="22"/>
              </w:rPr>
              <w:t>Společná ustanovení pro betonové prefabrikáty</w:t>
            </w:r>
          </w:p>
        </w:tc>
      </w:tr>
      <w:tr w:rsidR="00F62199" w:rsidRPr="00F6332C" w14:paraId="5879FEAC" w14:textId="77777777">
        <w:tc>
          <w:tcPr>
            <w:tcW w:w="2763" w:type="dxa"/>
          </w:tcPr>
          <w:p w14:paraId="0F51C0DA" w14:textId="77777777" w:rsidR="00F62199" w:rsidRPr="00F6332C" w:rsidRDefault="00F62199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ČSN EN 50423</w:t>
            </w:r>
          </w:p>
        </w:tc>
        <w:tc>
          <w:tcPr>
            <w:tcW w:w="6804" w:type="dxa"/>
          </w:tcPr>
          <w:p w14:paraId="4E601E5F" w14:textId="77777777" w:rsidR="00F62199" w:rsidRPr="00F6332C" w:rsidRDefault="00F62199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Elektrická venkovní vedení s napětím nad AC 1 kV do AC 45 kV včetně</w:t>
            </w:r>
          </w:p>
        </w:tc>
      </w:tr>
      <w:tr w:rsidR="00F62199" w:rsidRPr="00F6332C" w14:paraId="7A212FA4" w14:textId="77777777">
        <w:tc>
          <w:tcPr>
            <w:tcW w:w="2763" w:type="dxa"/>
          </w:tcPr>
          <w:p w14:paraId="5B2BF65B" w14:textId="77777777" w:rsidR="00F62199" w:rsidRPr="00F6332C" w:rsidRDefault="00F62199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F6332C">
              <w:rPr>
                <w:rFonts w:cs="Arial"/>
                <w:szCs w:val="22"/>
              </w:rPr>
              <w:t>PNE 33 3301</w:t>
            </w:r>
          </w:p>
        </w:tc>
        <w:tc>
          <w:tcPr>
            <w:tcW w:w="6804" w:type="dxa"/>
          </w:tcPr>
          <w:p w14:paraId="4096F426" w14:textId="77777777" w:rsidR="00F62199" w:rsidRPr="00F6332C" w:rsidRDefault="00F62199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F6332C">
              <w:rPr>
                <w:rFonts w:cs="Arial"/>
                <w:szCs w:val="22"/>
              </w:rPr>
              <w:t>Elektrická venkovní vedení s napětím nad 1 kV AC do 45 kV včetně</w:t>
            </w:r>
          </w:p>
        </w:tc>
      </w:tr>
      <w:tr w:rsidR="00D607E4" w:rsidRPr="00F6332C" w14:paraId="2710D191" w14:textId="77777777">
        <w:tc>
          <w:tcPr>
            <w:tcW w:w="2763" w:type="dxa"/>
          </w:tcPr>
          <w:p w14:paraId="662D9E9C" w14:textId="77777777" w:rsidR="00D607E4" w:rsidRPr="00F6332C" w:rsidRDefault="00D607E4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F6332C">
              <w:rPr>
                <w:rFonts w:cs="Arial"/>
                <w:szCs w:val="22"/>
              </w:rPr>
              <w:t>PNE 33 3302</w:t>
            </w:r>
          </w:p>
        </w:tc>
        <w:tc>
          <w:tcPr>
            <w:tcW w:w="6804" w:type="dxa"/>
          </w:tcPr>
          <w:p w14:paraId="7F2AC692" w14:textId="77777777" w:rsidR="00D607E4" w:rsidRPr="00F6332C" w:rsidRDefault="00D607E4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F6332C">
              <w:rPr>
                <w:rFonts w:cs="Arial"/>
                <w:szCs w:val="22"/>
              </w:rPr>
              <w:t>Elektrická venkovní vedení s napětím do 1 kV AC</w:t>
            </w:r>
          </w:p>
        </w:tc>
      </w:tr>
      <w:tr w:rsidR="00F62199" w:rsidRPr="00F6332C" w14:paraId="364E41E1" w14:textId="77777777">
        <w:tc>
          <w:tcPr>
            <w:tcW w:w="2763" w:type="dxa"/>
          </w:tcPr>
          <w:p w14:paraId="4B446B56" w14:textId="77777777" w:rsidR="00F62199" w:rsidRPr="00F6332C" w:rsidRDefault="00F62199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napToGrid w:val="0"/>
                <w:color w:val="000000"/>
                <w:szCs w:val="22"/>
              </w:rPr>
              <w:t>PNE 34 8220</w:t>
            </w:r>
          </w:p>
        </w:tc>
        <w:tc>
          <w:tcPr>
            <w:tcW w:w="6804" w:type="dxa"/>
          </w:tcPr>
          <w:p w14:paraId="1AD69CE8" w14:textId="77777777" w:rsidR="00F62199" w:rsidRPr="00F6332C" w:rsidRDefault="00F62199" w:rsidP="003E6A21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 xml:space="preserve">Sloupy z odstřeďovaného betonu pro elektrické venkovní vedení do 45 kV Vydání </w:t>
            </w:r>
            <w:r w:rsidR="003E6A21">
              <w:rPr>
                <w:rFonts w:ascii="Arial" w:hAnsi="Arial" w:cs="Arial"/>
                <w:szCs w:val="22"/>
              </w:rPr>
              <w:t>3</w:t>
            </w:r>
            <w:r w:rsidR="009C7AD9">
              <w:rPr>
                <w:rFonts w:ascii="Arial" w:hAnsi="Arial" w:cs="Arial"/>
                <w:szCs w:val="22"/>
              </w:rPr>
              <w:t>.</w:t>
            </w:r>
          </w:p>
        </w:tc>
      </w:tr>
    </w:tbl>
    <w:p w14:paraId="73422728" w14:textId="77777777" w:rsidR="00F62199" w:rsidRPr="00F6332C" w:rsidRDefault="00F62199">
      <w:pPr>
        <w:pStyle w:val="Zkladntextodsazen2"/>
        <w:ind w:left="0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 xml:space="preserve">Dále je třeba dodržet všechny související normy, ustanovení, předpisy, nařízení a zákony platné v ČR i když nejsou výslovně </w:t>
      </w:r>
      <w:r w:rsidR="001A5C57">
        <w:rPr>
          <w:rFonts w:ascii="Arial" w:hAnsi="Arial" w:cs="Arial"/>
          <w:sz w:val="22"/>
          <w:szCs w:val="22"/>
        </w:rPr>
        <w:t>uvedeny</w:t>
      </w:r>
      <w:r w:rsidR="001A5C57" w:rsidRPr="00F6332C">
        <w:rPr>
          <w:rFonts w:ascii="Arial" w:hAnsi="Arial" w:cs="Arial"/>
          <w:sz w:val="22"/>
          <w:szCs w:val="22"/>
        </w:rPr>
        <w:t xml:space="preserve"> </w:t>
      </w:r>
      <w:r w:rsidRPr="00F6332C">
        <w:rPr>
          <w:rFonts w:ascii="Arial" w:hAnsi="Arial" w:cs="Arial"/>
          <w:sz w:val="22"/>
          <w:szCs w:val="22"/>
        </w:rPr>
        <w:t>v této specifikaci</w:t>
      </w:r>
      <w:r w:rsidR="003E6A21">
        <w:rPr>
          <w:rFonts w:ascii="Arial" w:hAnsi="Arial" w:cs="Arial"/>
          <w:sz w:val="22"/>
          <w:szCs w:val="22"/>
        </w:rPr>
        <w:t>, pokud není v tomto TL stanoveno jinak</w:t>
      </w:r>
      <w:r w:rsidRPr="00F6332C">
        <w:rPr>
          <w:rFonts w:ascii="Arial" w:hAnsi="Arial" w:cs="Arial"/>
          <w:sz w:val="22"/>
          <w:szCs w:val="22"/>
        </w:rPr>
        <w:t>.</w:t>
      </w:r>
    </w:p>
    <w:p w14:paraId="4BE5223E" w14:textId="77777777" w:rsidR="00F62199" w:rsidRPr="00F6332C" w:rsidRDefault="00F62199" w:rsidP="009E6030">
      <w:pPr>
        <w:pStyle w:val="Nadpis2"/>
        <w:tabs>
          <w:tab w:val="clear" w:pos="4971"/>
          <w:tab w:val="num" w:pos="567"/>
        </w:tabs>
        <w:ind w:left="567" w:hanging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Ostatní požadavky</w:t>
      </w:r>
    </w:p>
    <w:p w14:paraId="305F6FFA" w14:textId="77777777" w:rsidR="00F62199" w:rsidRPr="00F6332C" w:rsidRDefault="00F62199" w:rsidP="003E6A21">
      <w:pPr>
        <w:tabs>
          <w:tab w:val="left" w:pos="426"/>
        </w:tabs>
        <w:rPr>
          <w:rFonts w:ascii="Arial" w:hAnsi="Arial" w:cs="Arial"/>
          <w:szCs w:val="22"/>
        </w:rPr>
      </w:pPr>
      <w:r w:rsidRPr="00F6332C">
        <w:rPr>
          <w:rFonts w:ascii="Arial" w:hAnsi="Arial" w:cs="Arial"/>
          <w:szCs w:val="22"/>
        </w:rPr>
        <w:t>Dodavatel odpovídá za výrobek i polotovary.</w:t>
      </w:r>
    </w:p>
    <w:p w14:paraId="5857A049" w14:textId="77777777" w:rsidR="00F62199" w:rsidRPr="00F6332C" w:rsidRDefault="00F62199" w:rsidP="000A6AFF">
      <w:pPr>
        <w:pStyle w:val="Nadpis1"/>
        <w:tabs>
          <w:tab w:val="clear" w:pos="432"/>
          <w:tab w:val="num" w:pos="567"/>
        </w:tabs>
        <w:spacing w:before="360"/>
        <w:ind w:left="567" w:hanging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Upřesňující požadavky</w:t>
      </w:r>
    </w:p>
    <w:p w14:paraId="34AD01E3" w14:textId="77777777" w:rsidR="00F62199" w:rsidRPr="00404011" w:rsidRDefault="0003745A" w:rsidP="00F03FCF">
      <w:pPr>
        <w:pStyle w:val="Nadpis2"/>
        <w:tabs>
          <w:tab w:val="clear" w:pos="4971"/>
          <w:tab w:val="num" w:pos="567"/>
        </w:tabs>
        <w:ind w:left="567"/>
        <w:rPr>
          <w:rFonts w:ascii="Arial" w:hAnsi="Arial" w:cs="Arial"/>
          <w:sz w:val="22"/>
          <w:szCs w:val="22"/>
        </w:rPr>
      </w:pPr>
      <w:r w:rsidRPr="00404011">
        <w:rPr>
          <w:rFonts w:ascii="Arial" w:hAnsi="Arial" w:cs="Arial"/>
          <w:sz w:val="22"/>
          <w:szCs w:val="22"/>
        </w:rPr>
        <w:t>Charakteristika pracovního prostředí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5"/>
        <w:gridCol w:w="4819"/>
      </w:tblGrid>
      <w:tr w:rsidR="0003745A" w:rsidRPr="00F6332C" w14:paraId="7A140F23" w14:textId="77777777" w:rsidTr="00264D9D">
        <w:tc>
          <w:tcPr>
            <w:tcW w:w="4825" w:type="dxa"/>
            <w:vAlign w:val="center"/>
          </w:tcPr>
          <w:p w14:paraId="6C2E347C" w14:textId="77777777" w:rsidR="0003745A" w:rsidRPr="00F6332C" w:rsidRDefault="0003745A" w:rsidP="00264D9D">
            <w:pPr>
              <w:pStyle w:val="Zpat"/>
              <w:tabs>
                <w:tab w:val="clear" w:pos="4536"/>
                <w:tab w:val="clear" w:pos="9072"/>
              </w:tabs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Prostředí</w:t>
            </w:r>
          </w:p>
        </w:tc>
        <w:tc>
          <w:tcPr>
            <w:tcW w:w="4819" w:type="dxa"/>
            <w:vAlign w:val="center"/>
          </w:tcPr>
          <w:p w14:paraId="43A05CC7" w14:textId="77777777" w:rsidR="0003745A" w:rsidRPr="00F6332C" w:rsidRDefault="0003745A" w:rsidP="00264D9D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venkovní dle</w:t>
            </w:r>
            <w:r w:rsidRPr="00F6332C">
              <w:rPr>
                <w:rFonts w:ascii="Arial" w:hAnsi="Arial" w:cs="Arial"/>
                <w:snapToGrid w:val="0"/>
                <w:color w:val="000000"/>
                <w:szCs w:val="22"/>
              </w:rPr>
              <w:t xml:space="preserve"> PNE 33 0000-2</w:t>
            </w:r>
          </w:p>
        </w:tc>
      </w:tr>
      <w:tr w:rsidR="0003745A" w:rsidRPr="00EC335D" w14:paraId="5BB26BBF" w14:textId="77777777" w:rsidTr="00264D9D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B18A" w14:textId="77777777" w:rsidR="0003745A" w:rsidRPr="00EC335D" w:rsidRDefault="0003745A" w:rsidP="00264D9D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EC335D">
              <w:rPr>
                <w:rFonts w:ascii="Arial" w:hAnsi="Arial" w:cs="Arial"/>
                <w:szCs w:val="22"/>
              </w:rPr>
              <w:t>Rozsah teplot okolí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F6D6" w14:textId="77777777" w:rsidR="0003745A" w:rsidRPr="00EC335D" w:rsidRDefault="0003745A" w:rsidP="00264D9D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 xml:space="preserve">- 33 až + 40 °C, dle </w:t>
            </w:r>
            <w:r w:rsidRPr="0003745A">
              <w:rPr>
                <w:rFonts w:ascii="Arial" w:hAnsi="Arial" w:cs="Arial"/>
                <w:szCs w:val="22"/>
              </w:rPr>
              <w:t xml:space="preserve">PNE 33 0000-2, </w:t>
            </w:r>
            <w:r w:rsidRPr="00F51DA6">
              <w:rPr>
                <w:rFonts w:ascii="Arial" w:hAnsi="Arial" w:cs="Arial"/>
                <w:szCs w:val="22"/>
              </w:rPr>
              <w:t>tabulka 1</w:t>
            </w:r>
          </w:p>
        </w:tc>
      </w:tr>
      <w:tr w:rsidR="0003745A" w:rsidRPr="00EC335D" w14:paraId="5A2959DC" w14:textId="77777777" w:rsidTr="00264D9D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C6FE7" w14:textId="77777777" w:rsidR="0003745A" w:rsidRPr="00EC335D" w:rsidRDefault="0003745A" w:rsidP="00264D9D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EC335D">
              <w:rPr>
                <w:rFonts w:ascii="Arial" w:hAnsi="Arial" w:cs="Arial"/>
                <w:szCs w:val="22"/>
              </w:rPr>
              <w:t>Nejvyšší nadmořská výška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DD1E0" w14:textId="77777777" w:rsidR="0003745A" w:rsidRPr="00EC335D" w:rsidRDefault="0003745A" w:rsidP="00264D9D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 xml:space="preserve">do 1000 m, dle </w:t>
            </w:r>
            <w:r w:rsidRPr="0003745A">
              <w:rPr>
                <w:rFonts w:ascii="Arial" w:hAnsi="Arial" w:cs="Arial"/>
                <w:szCs w:val="22"/>
              </w:rPr>
              <w:t>PNE 33 0000-2</w:t>
            </w:r>
          </w:p>
        </w:tc>
      </w:tr>
      <w:tr w:rsidR="0003745A" w:rsidRPr="00EC335D" w14:paraId="77CAD135" w14:textId="77777777" w:rsidTr="00264D9D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44CE" w14:textId="77777777" w:rsidR="0003745A" w:rsidRPr="00EC335D" w:rsidRDefault="0003745A" w:rsidP="00264D9D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701AC7">
              <w:rPr>
                <w:rFonts w:ascii="Arial" w:hAnsi="Arial" w:cs="Arial"/>
                <w:szCs w:val="22"/>
              </w:rPr>
              <w:t>Stupeň znečištění ovzduší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184A8" w14:textId="77777777" w:rsidR="0003745A" w:rsidRPr="00EC335D" w:rsidRDefault="0003745A" w:rsidP="00264D9D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III, dle ČSN 33 0405 (AF 3 dle PNE 33 0000-2</w:t>
            </w:r>
            <w:r w:rsidRPr="0003745A">
              <w:rPr>
                <w:rFonts w:ascii="Arial" w:hAnsi="Arial" w:cs="Arial"/>
                <w:szCs w:val="22"/>
              </w:rPr>
              <w:t>)</w:t>
            </w:r>
          </w:p>
        </w:tc>
      </w:tr>
      <w:tr w:rsidR="0003745A" w:rsidRPr="00EC335D" w14:paraId="5136E8F5" w14:textId="77777777" w:rsidTr="00264D9D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8D697" w14:textId="77777777" w:rsidR="0003745A" w:rsidRPr="00701AC7" w:rsidRDefault="0003745A" w:rsidP="00264D9D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Nejvyšší námrazová oblast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D2DE8" w14:textId="77777777" w:rsidR="0003745A" w:rsidRPr="00F51DA6" w:rsidRDefault="0003745A" w:rsidP="00264D9D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 xml:space="preserve">N 18, dle PNE 33 3301 (kritická AU 4 dle </w:t>
            </w:r>
            <w:r w:rsidRPr="0003745A">
              <w:rPr>
                <w:rFonts w:ascii="Arial" w:hAnsi="Arial" w:cs="Arial"/>
                <w:szCs w:val="22"/>
              </w:rPr>
              <w:t>PNE 33 0000-2)</w:t>
            </w:r>
          </w:p>
        </w:tc>
      </w:tr>
      <w:tr w:rsidR="0019137D" w:rsidRPr="00EC335D" w14:paraId="7DF2FEAD" w14:textId="77777777" w:rsidTr="00264D9D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2CCDF" w14:textId="38E5EF19" w:rsidR="0019137D" w:rsidRPr="00F51DA6" w:rsidRDefault="0019137D" w:rsidP="00264D9D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Větrová oblast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A7262" w14:textId="5D840A6A" w:rsidR="0019137D" w:rsidRPr="00F51DA6" w:rsidRDefault="0019137D" w:rsidP="00264D9D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I.-V., </w:t>
            </w:r>
            <w:r w:rsidRPr="0019137D">
              <w:rPr>
                <w:rFonts w:ascii="Arial" w:hAnsi="Arial" w:cs="Arial"/>
                <w:szCs w:val="22"/>
              </w:rPr>
              <w:t>dle PNE 33 3301 (</w:t>
            </w:r>
            <w:r w:rsidRPr="0019137D">
              <w:rPr>
                <w:rFonts w:ascii="Arial" w:hAnsi="Arial" w:cs="Arial"/>
                <w:snapToGrid w:val="0"/>
              </w:rPr>
              <w:t xml:space="preserve">základní rychlost </w:t>
            </w:r>
            <w:r w:rsidRPr="0019137D">
              <w:rPr>
                <w:rFonts w:ascii="Arial" w:hAnsi="Arial" w:cs="Arial"/>
                <w:i/>
              </w:rPr>
              <w:t>V</w:t>
            </w:r>
            <w:r w:rsidRPr="0019137D">
              <w:rPr>
                <w:rFonts w:ascii="Arial" w:hAnsi="Arial" w:cs="Arial"/>
                <w:vertAlign w:val="subscript"/>
              </w:rPr>
              <w:t xml:space="preserve">b,0 </w:t>
            </w:r>
            <w:r w:rsidRPr="0019137D">
              <w:rPr>
                <w:rFonts w:ascii="Arial" w:hAnsi="Arial" w:cs="Arial"/>
                <w:snapToGrid w:val="0"/>
              </w:rPr>
              <w:t xml:space="preserve">22,5-36,0 </w:t>
            </w:r>
            <w:r w:rsidRPr="0019137D">
              <w:rPr>
                <w:rFonts w:ascii="Arial" w:hAnsi="Arial" w:cs="Arial"/>
                <w:snapToGrid w:val="0"/>
                <w:lang w:val="de-DE"/>
              </w:rPr>
              <w:t>[m/s])</w:t>
            </w:r>
          </w:p>
        </w:tc>
      </w:tr>
    </w:tbl>
    <w:p w14:paraId="4293EA60" w14:textId="77777777" w:rsidR="00404011" w:rsidRDefault="00404011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Cs w:val="22"/>
        </w:rPr>
      </w:pPr>
    </w:p>
    <w:p w14:paraId="108610E3" w14:textId="77777777" w:rsidR="00404011" w:rsidRPr="00F6332C" w:rsidRDefault="00404011" w:rsidP="009E6030">
      <w:pPr>
        <w:pStyle w:val="Nadpis2"/>
        <w:pageBreakBefore/>
        <w:tabs>
          <w:tab w:val="clear" w:pos="4971"/>
          <w:tab w:val="num" w:pos="540"/>
        </w:tabs>
        <w:ind w:left="54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</w:t>
      </w:r>
      <w:r w:rsidRPr="00F6332C">
        <w:rPr>
          <w:rFonts w:ascii="Arial" w:hAnsi="Arial" w:cs="Arial"/>
          <w:sz w:val="22"/>
          <w:szCs w:val="22"/>
        </w:rPr>
        <w:t>arametry</w:t>
      </w:r>
      <w:r>
        <w:rPr>
          <w:rFonts w:ascii="Arial" w:hAnsi="Arial" w:cs="Arial"/>
          <w:sz w:val="22"/>
          <w:szCs w:val="22"/>
        </w:rPr>
        <w:t xml:space="preserve"> sloupů</w:t>
      </w:r>
    </w:p>
    <w:p w14:paraId="02428745" w14:textId="1A0DF3ED" w:rsidR="00F62199" w:rsidRPr="00F6332C" w:rsidRDefault="00F62199" w:rsidP="009E6030">
      <w:pPr>
        <w:pStyle w:val="Zpat"/>
        <w:tabs>
          <w:tab w:val="clear" w:pos="4536"/>
          <w:tab w:val="clear" w:pos="9072"/>
        </w:tabs>
        <w:ind w:left="540"/>
        <w:jc w:val="both"/>
        <w:rPr>
          <w:rFonts w:ascii="Arial" w:hAnsi="Arial" w:cs="Arial"/>
          <w:szCs w:val="22"/>
        </w:rPr>
      </w:pPr>
      <w:r w:rsidRPr="00F6332C">
        <w:rPr>
          <w:rFonts w:ascii="Arial" w:hAnsi="Arial" w:cs="Arial"/>
          <w:szCs w:val="22"/>
        </w:rPr>
        <w:t>Vrstva betonu</w:t>
      </w:r>
      <w:r w:rsidR="0062125A" w:rsidRPr="0062125A">
        <w:rPr>
          <w:rFonts w:ascii="Arial" w:hAnsi="Arial" w:cs="Arial"/>
          <w:szCs w:val="22"/>
        </w:rPr>
        <w:t xml:space="preserve"> </w:t>
      </w:r>
      <w:r w:rsidR="0062125A">
        <w:rPr>
          <w:rFonts w:ascii="Arial" w:hAnsi="Arial" w:cs="Arial"/>
          <w:szCs w:val="22"/>
        </w:rPr>
        <w:t>třídy pevnosti v tlaku min. C50/60</w:t>
      </w:r>
      <w:r w:rsidRPr="00F6332C">
        <w:rPr>
          <w:rFonts w:ascii="Arial" w:hAnsi="Arial" w:cs="Arial"/>
          <w:szCs w:val="22"/>
        </w:rPr>
        <w:t xml:space="preserve">, vyrobená odstřeďováním v rotačních formách, s předpjatou ocelovou výztuží. </w:t>
      </w:r>
      <w:r w:rsidR="0062125A">
        <w:rPr>
          <w:rFonts w:ascii="Arial" w:hAnsi="Arial" w:cs="Arial"/>
          <w:szCs w:val="22"/>
        </w:rPr>
        <w:t>Případný o</w:t>
      </w:r>
      <w:r w:rsidRPr="00F6332C">
        <w:rPr>
          <w:rFonts w:ascii="Arial" w:hAnsi="Arial" w:cs="Arial"/>
          <w:szCs w:val="22"/>
        </w:rPr>
        <w:t>tvor pro uzemnění</w:t>
      </w:r>
      <w:r w:rsidR="002A5448" w:rsidRPr="00F6332C">
        <w:rPr>
          <w:rFonts w:ascii="Arial" w:hAnsi="Arial" w:cs="Arial"/>
          <w:szCs w:val="22"/>
        </w:rPr>
        <w:t xml:space="preserve"> nebo odvětrání</w:t>
      </w:r>
      <w:r w:rsidRPr="00F6332C">
        <w:rPr>
          <w:rFonts w:ascii="Arial" w:hAnsi="Arial" w:cs="Arial"/>
          <w:szCs w:val="22"/>
        </w:rPr>
        <w:t xml:space="preserve">, </w:t>
      </w:r>
      <w:r w:rsidR="00F97560">
        <w:rPr>
          <w:rFonts w:ascii="Arial" w:hAnsi="Arial" w:cs="Arial"/>
          <w:szCs w:val="22"/>
        </w:rPr>
        <w:t>maximálně</w:t>
      </w:r>
      <w:r w:rsidRPr="00F6332C">
        <w:rPr>
          <w:rFonts w:ascii="Arial" w:hAnsi="Arial" w:cs="Arial"/>
          <w:szCs w:val="22"/>
        </w:rPr>
        <w:t xml:space="preserve"> o průměru </w:t>
      </w:r>
      <w:r w:rsidR="00487F4F">
        <w:rPr>
          <w:rFonts w:ascii="Arial" w:hAnsi="Arial" w:cs="Arial"/>
          <w:szCs w:val="22"/>
        </w:rPr>
        <w:t>40</w:t>
      </w:r>
      <w:r w:rsidRPr="00F6332C">
        <w:rPr>
          <w:rFonts w:ascii="Arial" w:hAnsi="Arial" w:cs="Arial"/>
          <w:szCs w:val="22"/>
        </w:rPr>
        <w:t xml:space="preserve"> mm, musí vést šikmo stěnou sloupu do středového otvoru sloupu.</w:t>
      </w:r>
    </w:p>
    <w:p w14:paraId="27367CBE" w14:textId="245393DB" w:rsidR="00794576" w:rsidRDefault="002A5448" w:rsidP="009E6030">
      <w:pPr>
        <w:pStyle w:val="Zpat"/>
        <w:tabs>
          <w:tab w:val="clear" w:pos="4536"/>
          <w:tab w:val="clear" w:pos="9072"/>
        </w:tabs>
        <w:ind w:left="540"/>
        <w:jc w:val="both"/>
        <w:rPr>
          <w:rFonts w:ascii="Arial" w:hAnsi="Arial" w:cs="Arial"/>
          <w:szCs w:val="22"/>
        </w:rPr>
      </w:pPr>
      <w:r w:rsidRPr="008543B0">
        <w:rPr>
          <w:rFonts w:ascii="Arial" w:hAnsi="Arial" w:cs="Arial"/>
          <w:b/>
          <w:szCs w:val="22"/>
        </w:rPr>
        <w:t>Betonové sloupy nemají konstrukční otvory ve vrcholu</w:t>
      </w:r>
      <w:r w:rsidR="0007781A" w:rsidRPr="0007781A">
        <w:rPr>
          <w:rFonts w:ascii="Arial" w:hAnsi="Arial" w:cs="Arial"/>
          <w:szCs w:val="22"/>
        </w:rPr>
        <w:t xml:space="preserve"> </w:t>
      </w:r>
      <w:r w:rsidR="0007781A">
        <w:rPr>
          <w:rFonts w:ascii="Arial" w:hAnsi="Arial" w:cs="Arial"/>
          <w:szCs w:val="22"/>
        </w:rPr>
        <w:t xml:space="preserve">nebo </w:t>
      </w:r>
      <w:r w:rsidR="00937BFA">
        <w:rPr>
          <w:rFonts w:ascii="Arial" w:hAnsi="Arial" w:cs="Arial"/>
          <w:szCs w:val="22"/>
        </w:rPr>
        <w:t xml:space="preserve">otvory </w:t>
      </w:r>
      <w:r w:rsidR="0007781A">
        <w:rPr>
          <w:rFonts w:ascii="Arial" w:hAnsi="Arial" w:cs="Arial"/>
          <w:szCs w:val="22"/>
        </w:rPr>
        <w:t>budou zaslepeny tak, aby byla dodržena min. tloušťka krycí vrstvy betonu výztuže dle čl. 4.3.5.2 a čl. 5.3, PNE 34 8220</w:t>
      </w:r>
      <w:r w:rsidRPr="00F6332C">
        <w:rPr>
          <w:rFonts w:ascii="Arial" w:hAnsi="Arial" w:cs="Arial"/>
          <w:szCs w:val="22"/>
        </w:rPr>
        <w:t>.</w:t>
      </w:r>
    </w:p>
    <w:p w14:paraId="4D4C1B63" w14:textId="355BFA59" w:rsidR="00F62199" w:rsidRDefault="00794576" w:rsidP="009E6030">
      <w:pPr>
        <w:pStyle w:val="Zpat"/>
        <w:tabs>
          <w:tab w:val="clear" w:pos="4536"/>
          <w:tab w:val="clear" w:pos="9072"/>
        </w:tabs>
        <w:ind w:left="5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K</w:t>
      </w:r>
      <w:r w:rsidR="00B0438E" w:rsidRPr="00F6332C">
        <w:rPr>
          <w:rFonts w:ascii="Arial" w:hAnsi="Arial" w:cs="Arial"/>
          <w:szCs w:val="22"/>
        </w:rPr>
        <w:t>onstrukce není určena k vedení elektrického proudu.</w:t>
      </w:r>
    </w:p>
    <w:p w14:paraId="7BC37D14" w14:textId="77777777" w:rsidR="00AD19AC" w:rsidRDefault="00AD19AC" w:rsidP="009E6030">
      <w:pPr>
        <w:pStyle w:val="Zpat"/>
        <w:tabs>
          <w:tab w:val="clear" w:pos="4536"/>
          <w:tab w:val="clear" w:pos="9072"/>
        </w:tabs>
        <w:ind w:left="5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Požadované parametry:</w:t>
      </w:r>
    </w:p>
    <w:tbl>
      <w:tblPr>
        <w:tblW w:w="9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1276"/>
        <w:gridCol w:w="1134"/>
        <w:gridCol w:w="1436"/>
        <w:gridCol w:w="1701"/>
        <w:gridCol w:w="1701"/>
        <w:gridCol w:w="1285"/>
      </w:tblGrid>
      <w:tr w:rsidR="00263586" w:rsidRPr="00F6332C" w14:paraId="09E2B76C" w14:textId="77777777" w:rsidTr="00295096">
        <w:trPr>
          <w:cantSplit/>
          <w:trHeight w:val="490"/>
          <w:jc w:val="center"/>
        </w:trPr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2A0EC212" w14:textId="77777777" w:rsidR="00263586" w:rsidRPr="00E1612A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  <w:szCs w:val="22"/>
              </w:rPr>
            </w:pPr>
            <w:r w:rsidRPr="00E1612A">
              <w:rPr>
                <w:rFonts w:ascii="Arial" w:hAnsi="Arial" w:cs="Arial"/>
                <w:b/>
                <w:szCs w:val="22"/>
              </w:rPr>
              <w:t>Délka</w:t>
            </w:r>
          </w:p>
        </w:tc>
        <w:tc>
          <w:tcPr>
            <w:tcW w:w="1276" w:type="dxa"/>
            <w:vAlign w:val="center"/>
          </w:tcPr>
          <w:p w14:paraId="1337FCA4" w14:textId="77777777" w:rsidR="00263586" w:rsidRPr="00E1612A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  <w:szCs w:val="22"/>
              </w:rPr>
            </w:pPr>
            <w:r w:rsidRPr="00E1612A">
              <w:rPr>
                <w:rFonts w:ascii="Arial" w:hAnsi="Arial" w:cs="Arial"/>
                <w:b/>
                <w:szCs w:val="22"/>
              </w:rPr>
              <w:t>Jmenovitá vrcholová síla</w:t>
            </w:r>
          </w:p>
        </w:tc>
        <w:tc>
          <w:tcPr>
            <w:tcW w:w="1134" w:type="dxa"/>
            <w:vAlign w:val="center"/>
          </w:tcPr>
          <w:p w14:paraId="65E3D9B8" w14:textId="77777777" w:rsidR="00263586" w:rsidRPr="00E1612A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  <w:szCs w:val="22"/>
              </w:rPr>
            </w:pPr>
            <w:r w:rsidRPr="00E1612A">
              <w:rPr>
                <w:rFonts w:ascii="Arial" w:hAnsi="Arial" w:cs="Arial"/>
                <w:b/>
                <w:szCs w:val="22"/>
              </w:rPr>
              <w:t>Hloubka založení (v zákl.)</w:t>
            </w:r>
          </w:p>
        </w:tc>
        <w:tc>
          <w:tcPr>
            <w:tcW w:w="1436" w:type="dxa"/>
            <w:vAlign w:val="center"/>
          </w:tcPr>
          <w:p w14:paraId="7124663F" w14:textId="77777777" w:rsidR="00263586" w:rsidRPr="00E1612A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  <w:szCs w:val="22"/>
              </w:rPr>
            </w:pPr>
            <w:r w:rsidRPr="00E1612A">
              <w:rPr>
                <w:rFonts w:ascii="Arial" w:hAnsi="Arial" w:cs="Arial"/>
                <w:b/>
                <w:szCs w:val="22"/>
              </w:rPr>
              <w:t>Vnější průměr</w:t>
            </w:r>
            <w:r w:rsidRPr="00E1612A">
              <w:rPr>
                <w:rFonts w:ascii="Arial" w:hAnsi="Arial" w:cs="Arial"/>
                <w:b/>
                <w:szCs w:val="22"/>
              </w:rPr>
              <w:br/>
              <w:t>vrchol</w:t>
            </w:r>
          </w:p>
        </w:tc>
        <w:tc>
          <w:tcPr>
            <w:tcW w:w="1701" w:type="dxa"/>
            <w:vAlign w:val="center"/>
          </w:tcPr>
          <w:p w14:paraId="1C736923" w14:textId="77777777" w:rsidR="00263586" w:rsidRPr="00E1612A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  <w:szCs w:val="22"/>
              </w:rPr>
            </w:pPr>
            <w:r w:rsidRPr="00E1612A">
              <w:rPr>
                <w:rFonts w:ascii="Arial" w:hAnsi="Arial" w:cs="Arial"/>
                <w:b/>
                <w:szCs w:val="22"/>
              </w:rPr>
              <w:t>Vnější průměr</w:t>
            </w:r>
            <w:r w:rsidRPr="00E1612A">
              <w:rPr>
                <w:rFonts w:ascii="Arial" w:hAnsi="Arial" w:cs="Arial"/>
                <w:b/>
                <w:szCs w:val="22"/>
              </w:rPr>
              <w:br/>
              <w:t>pata</w:t>
            </w:r>
          </w:p>
        </w:tc>
        <w:tc>
          <w:tcPr>
            <w:tcW w:w="1701" w:type="dxa"/>
            <w:vAlign w:val="center"/>
          </w:tcPr>
          <w:p w14:paraId="12952D13" w14:textId="77777777" w:rsidR="00263586" w:rsidRPr="00E1612A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  <w:szCs w:val="22"/>
              </w:rPr>
            </w:pPr>
            <w:r w:rsidRPr="00E1612A">
              <w:rPr>
                <w:rFonts w:ascii="Arial" w:hAnsi="Arial" w:cs="Arial"/>
                <w:b/>
                <w:szCs w:val="22"/>
              </w:rPr>
              <w:t>Vnější průměr</w:t>
            </w:r>
            <w:r w:rsidRPr="00E1612A">
              <w:rPr>
                <w:rFonts w:ascii="Arial" w:hAnsi="Arial" w:cs="Arial"/>
                <w:b/>
                <w:szCs w:val="22"/>
              </w:rPr>
              <w:br/>
              <w:t>3 m od paty</w:t>
            </w:r>
          </w:p>
        </w:tc>
        <w:tc>
          <w:tcPr>
            <w:tcW w:w="1285" w:type="dxa"/>
            <w:vAlign w:val="center"/>
          </w:tcPr>
          <w:p w14:paraId="7FEEDEB5" w14:textId="77777777" w:rsidR="00263586" w:rsidRPr="00E1612A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Typový štítek</w:t>
            </w:r>
            <w:r w:rsidRPr="00E1612A">
              <w:rPr>
                <w:rFonts w:ascii="Arial" w:hAnsi="Arial" w:cs="Arial"/>
                <w:b/>
                <w:szCs w:val="22"/>
              </w:rPr>
              <w:br/>
              <w:t>od paty</w:t>
            </w:r>
          </w:p>
        </w:tc>
      </w:tr>
      <w:tr w:rsidR="00263586" w:rsidRPr="00F6332C" w14:paraId="552A3AE4" w14:textId="77777777" w:rsidTr="00295096">
        <w:trPr>
          <w:cantSplit/>
          <w:jc w:val="center"/>
        </w:trPr>
        <w:tc>
          <w:tcPr>
            <w:tcW w:w="1129" w:type="dxa"/>
          </w:tcPr>
          <w:p w14:paraId="59A372D7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L [m]</w:t>
            </w:r>
            <w:r w:rsidRPr="00F6332C">
              <w:rPr>
                <w:rFonts w:ascii="Arial" w:hAnsi="Arial" w:cs="Arial"/>
                <w:szCs w:val="22"/>
              </w:rPr>
              <w:br/>
            </w:r>
            <w:r w:rsidRPr="00F6332C">
              <w:rPr>
                <w:rFonts w:ascii="Arial" w:hAnsi="Arial" w:cs="Arial"/>
                <w:szCs w:val="22"/>
              </w:rPr>
              <w:sym w:font="Symbol" w:char="F0B1"/>
            </w:r>
            <w:r w:rsidRPr="00F6332C">
              <w:rPr>
                <w:rFonts w:ascii="Arial" w:hAnsi="Arial" w:cs="Arial"/>
                <w:szCs w:val="22"/>
              </w:rPr>
              <w:t xml:space="preserve"> 0,1</w:t>
            </w:r>
          </w:p>
        </w:tc>
        <w:tc>
          <w:tcPr>
            <w:tcW w:w="1276" w:type="dxa"/>
          </w:tcPr>
          <w:p w14:paraId="6E797C51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F [kN]</w:t>
            </w:r>
            <w:r w:rsidRPr="00F6332C">
              <w:rPr>
                <w:rFonts w:ascii="Arial" w:hAnsi="Arial" w:cs="Arial"/>
                <w:szCs w:val="22"/>
              </w:rPr>
              <w:br/>
            </w:r>
          </w:p>
        </w:tc>
        <w:tc>
          <w:tcPr>
            <w:tcW w:w="1134" w:type="dxa"/>
          </w:tcPr>
          <w:p w14:paraId="45A323F0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h [m]</w:t>
            </w:r>
            <w:r w:rsidRPr="00F6332C">
              <w:rPr>
                <w:rFonts w:ascii="Arial" w:hAnsi="Arial" w:cs="Arial"/>
                <w:szCs w:val="22"/>
              </w:rPr>
              <w:br/>
            </w:r>
          </w:p>
        </w:tc>
        <w:tc>
          <w:tcPr>
            <w:tcW w:w="1436" w:type="dxa"/>
          </w:tcPr>
          <w:p w14:paraId="1EA6996A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d</w:t>
            </w:r>
            <w:r w:rsidRPr="00F6332C">
              <w:rPr>
                <w:rFonts w:ascii="Arial" w:hAnsi="Arial" w:cs="Arial"/>
                <w:szCs w:val="22"/>
                <w:vertAlign w:val="subscript"/>
              </w:rPr>
              <w:t>1</w:t>
            </w:r>
            <w:r w:rsidRPr="00F6332C">
              <w:rPr>
                <w:rFonts w:ascii="Arial" w:hAnsi="Arial" w:cs="Arial"/>
                <w:szCs w:val="22"/>
              </w:rPr>
              <w:t xml:space="preserve"> [mm] </w:t>
            </w:r>
            <w:r w:rsidRPr="00F6332C">
              <w:rPr>
                <w:rFonts w:ascii="Arial" w:hAnsi="Arial" w:cs="Arial"/>
                <w:szCs w:val="22"/>
              </w:rPr>
              <w:br/>
            </w:r>
            <w:r w:rsidRPr="00F6332C">
              <w:rPr>
                <w:rFonts w:ascii="Arial" w:hAnsi="Arial" w:cs="Arial"/>
                <w:szCs w:val="22"/>
              </w:rPr>
              <w:sym w:font="Symbol" w:char="F0B1"/>
            </w:r>
            <w:r w:rsidRPr="00F6332C">
              <w:rPr>
                <w:rFonts w:ascii="Arial" w:hAnsi="Arial" w:cs="Arial"/>
                <w:szCs w:val="22"/>
              </w:rPr>
              <w:t xml:space="preserve"> 5</w:t>
            </w:r>
          </w:p>
        </w:tc>
        <w:tc>
          <w:tcPr>
            <w:tcW w:w="1701" w:type="dxa"/>
          </w:tcPr>
          <w:p w14:paraId="78582835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d</w:t>
            </w:r>
            <w:r w:rsidRPr="00F6332C">
              <w:rPr>
                <w:rFonts w:ascii="Arial" w:hAnsi="Arial" w:cs="Arial"/>
                <w:szCs w:val="22"/>
                <w:vertAlign w:val="subscript"/>
              </w:rPr>
              <w:t>2</w:t>
            </w:r>
            <w:r w:rsidRPr="00F6332C">
              <w:rPr>
                <w:rFonts w:ascii="Arial" w:hAnsi="Arial" w:cs="Arial"/>
                <w:szCs w:val="22"/>
              </w:rPr>
              <w:t xml:space="preserve"> [mm]</w:t>
            </w:r>
            <w:r w:rsidRPr="00F6332C">
              <w:rPr>
                <w:rFonts w:ascii="Arial" w:hAnsi="Arial" w:cs="Arial"/>
                <w:szCs w:val="22"/>
              </w:rPr>
              <w:br/>
            </w:r>
            <w:r w:rsidRPr="00F6332C">
              <w:rPr>
                <w:rFonts w:ascii="Arial" w:hAnsi="Arial" w:cs="Arial"/>
                <w:szCs w:val="22"/>
              </w:rPr>
              <w:sym w:font="Symbol" w:char="F0B1"/>
            </w:r>
            <w:r w:rsidRPr="00F6332C">
              <w:rPr>
                <w:rFonts w:ascii="Arial" w:hAnsi="Arial" w:cs="Arial"/>
                <w:szCs w:val="22"/>
              </w:rPr>
              <w:t xml:space="preserve"> 5</w:t>
            </w:r>
          </w:p>
        </w:tc>
        <w:tc>
          <w:tcPr>
            <w:tcW w:w="1701" w:type="dxa"/>
          </w:tcPr>
          <w:p w14:paraId="690B7C00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d</w:t>
            </w:r>
            <w:r w:rsidRPr="00F6332C">
              <w:rPr>
                <w:rFonts w:ascii="Arial" w:hAnsi="Arial" w:cs="Arial"/>
                <w:szCs w:val="22"/>
                <w:vertAlign w:val="subscript"/>
              </w:rPr>
              <w:t>3</w:t>
            </w:r>
            <w:r w:rsidRPr="00F6332C">
              <w:rPr>
                <w:rFonts w:ascii="Arial" w:hAnsi="Arial" w:cs="Arial"/>
                <w:szCs w:val="22"/>
              </w:rPr>
              <w:t xml:space="preserve"> [mm]</w:t>
            </w:r>
            <w:r w:rsidRPr="00F6332C">
              <w:rPr>
                <w:rFonts w:ascii="Arial" w:hAnsi="Arial" w:cs="Arial"/>
                <w:szCs w:val="22"/>
              </w:rPr>
              <w:br/>
            </w:r>
            <w:r w:rsidRPr="00F6332C">
              <w:rPr>
                <w:rFonts w:ascii="Arial" w:hAnsi="Arial" w:cs="Arial"/>
                <w:szCs w:val="22"/>
              </w:rPr>
              <w:sym w:font="Symbol" w:char="F0B1"/>
            </w:r>
            <w:r w:rsidRPr="00F6332C">
              <w:rPr>
                <w:rFonts w:ascii="Arial" w:hAnsi="Arial" w:cs="Arial"/>
                <w:szCs w:val="22"/>
              </w:rPr>
              <w:t xml:space="preserve"> 5</w:t>
            </w:r>
          </w:p>
        </w:tc>
        <w:tc>
          <w:tcPr>
            <w:tcW w:w="1285" w:type="dxa"/>
          </w:tcPr>
          <w:p w14:paraId="78A10ADA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B [m]</w:t>
            </w:r>
            <w:r w:rsidRPr="00F6332C">
              <w:rPr>
                <w:rFonts w:ascii="Arial" w:hAnsi="Arial" w:cs="Arial"/>
                <w:szCs w:val="22"/>
              </w:rPr>
              <w:br/>
            </w:r>
            <w:r w:rsidRPr="00F6332C">
              <w:rPr>
                <w:rFonts w:ascii="Arial" w:hAnsi="Arial" w:cs="Arial"/>
                <w:szCs w:val="22"/>
              </w:rPr>
              <w:sym w:font="Symbol" w:char="F0B1"/>
            </w:r>
            <w:r w:rsidRPr="00F6332C">
              <w:rPr>
                <w:rFonts w:ascii="Arial" w:hAnsi="Arial" w:cs="Arial"/>
                <w:szCs w:val="22"/>
              </w:rPr>
              <w:t xml:space="preserve"> </w:t>
            </w:r>
            <w:r w:rsidRPr="007A11D7">
              <w:rPr>
                <w:rFonts w:ascii="Arial" w:hAnsi="Arial" w:cs="Arial"/>
                <w:szCs w:val="22"/>
              </w:rPr>
              <w:t>0,1</w:t>
            </w:r>
          </w:p>
        </w:tc>
      </w:tr>
      <w:tr w:rsidR="00263586" w:rsidRPr="00F6332C" w14:paraId="6FCD893F" w14:textId="77777777" w:rsidTr="00295096">
        <w:trPr>
          <w:cantSplit/>
          <w:trHeight w:val="179"/>
          <w:jc w:val="center"/>
        </w:trPr>
        <w:tc>
          <w:tcPr>
            <w:tcW w:w="1129" w:type="dxa"/>
            <w:tcBorders>
              <w:bottom w:val="single" w:sz="4" w:space="0" w:color="auto"/>
            </w:tcBorders>
          </w:tcPr>
          <w:p w14:paraId="502213AB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9</w:t>
            </w:r>
            <w:r>
              <w:rPr>
                <w:rFonts w:ascii="Arial" w:hAnsi="Arial" w:cs="Arial"/>
                <w:szCs w:val="22"/>
              </w:rPr>
              <w:t>-9,1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65974F7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0E90C82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1,6</w:t>
            </w: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14:paraId="3791BCD5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 xml:space="preserve">220-225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D05F68B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330-350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8D0110F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302-</w:t>
            </w:r>
            <w:r w:rsidRPr="00F6332C">
              <w:rPr>
                <w:rFonts w:ascii="Arial" w:hAnsi="Arial" w:cs="Arial"/>
                <w:szCs w:val="22"/>
              </w:rPr>
              <w:t>307</w:t>
            </w: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14:paraId="012B28EC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4,0</w:t>
            </w:r>
          </w:p>
        </w:tc>
      </w:tr>
      <w:tr w:rsidR="00263586" w:rsidRPr="00F6332C" w14:paraId="45ABB442" w14:textId="77777777" w:rsidTr="00295096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39D6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9</w:t>
            </w:r>
            <w:r>
              <w:rPr>
                <w:rFonts w:ascii="Arial" w:hAnsi="Arial" w:cs="Arial"/>
                <w:szCs w:val="22"/>
              </w:rPr>
              <w:t>-9,1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A72E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3A6C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1,8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093E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 xml:space="preserve">220-225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585A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330-350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63D0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302-</w:t>
            </w:r>
            <w:r w:rsidRPr="00F6332C">
              <w:rPr>
                <w:rFonts w:ascii="Arial" w:hAnsi="Arial" w:cs="Arial"/>
                <w:szCs w:val="22"/>
              </w:rPr>
              <w:t>307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0ACA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4,0</w:t>
            </w:r>
          </w:p>
        </w:tc>
      </w:tr>
      <w:tr w:rsidR="00263586" w:rsidRPr="00F6332C" w14:paraId="4721163F" w14:textId="77777777" w:rsidTr="00295096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2FC0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9</w:t>
            </w:r>
            <w:r>
              <w:rPr>
                <w:rFonts w:ascii="Arial" w:hAnsi="Arial" w:cs="Arial"/>
                <w:szCs w:val="22"/>
              </w:rPr>
              <w:t>-9,1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C88C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56A3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7266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220-225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7BF5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330-350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5C18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302-</w:t>
            </w:r>
            <w:r w:rsidRPr="00F6332C">
              <w:rPr>
                <w:rFonts w:ascii="Arial" w:hAnsi="Arial" w:cs="Arial"/>
                <w:szCs w:val="22"/>
              </w:rPr>
              <w:t>307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C263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4,0</w:t>
            </w:r>
          </w:p>
        </w:tc>
      </w:tr>
      <w:tr w:rsidR="00263586" w:rsidRPr="00F6332C" w14:paraId="4FB74CFC" w14:textId="77777777" w:rsidTr="00295096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</w:tcBorders>
          </w:tcPr>
          <w:p w14:paraId="5B5F5743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9</w:t>
            </w:r>
            <w:r>
              <w:rPr>
                <w:rFonts w:ascii="Arial" w:hAnsi="Arial" w:cs="Arial"/>
                <w:szCs w:val="22"/>
              </w:rPr>
              <w:t>-9,1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3A38026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27837B3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436" w:type="dxa"/>
            <w:tcBorders>
              <w:top w:val="single" w:sz="4" w:space="0" w:color="auto"/>
            </w:tcBorders>
          </w:tcPr>
          <w:p w14:paraId="38FDBEA5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220-225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9879A01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330-350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22BFEF0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302-</w:t>
            </w:r>
            <w:r w:rsidRPr="00F6332C">
              <w:rPr>
                <w:rFonts w:ascii="Arial" w:hAnsi="Arial" w:cs="Arial"/>
                <w:szCs w:val="22"/>
              </w:rPr>
              <w:t>307</w:t>
            </w:r>
          </w:p>
        </w:tc>
        <w:tc>
          <w:tcPr>
            <w:tcW w:w="1285" w:type="dxa"/>
            <w:tcBorders>
              <w:top w:val="single" w:sz="4" w:space="0" w:color="auto"/>
            </w:tcBorders>
          </w:tcPr>
          <w:p w14:paraId="4CE030A7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4,0</w:t>
            </w:r>
          </w:p>
        </w:tc>
      </w:tr>
      <w:tr w:rsidR="00263586" w:rsidRPr="00F6332C" w14:paraId="7E65E5AE" w14:textId="77777777" w:rsidTr="00295096">
        <w:trPr>
          <w:cantSplit/>
          <w:jc w:val="center"/>
        </w:trPr>
        <w:tc>
          <w:tcPr>
            <w:tcW w:w="1129" w:type="dxa"/>
            <w:vAlign w:val="center"/>
          </w:tcPr>
          <w:p w14:paraId="461142FA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10,5</w:t>
            </w:r>
            <w:r>
              <w:rPr>
                <w:rFonts w:ascii="Arial" w:hAnsi="Arial" w:cs="Arial"/>
                <w:szCs w:val="22"/>
              </w:rPr>
              <w:t>-10,6</w:t>
            </w:r>
          </w:p>
        </w:tc>
        <w:tc>
          <w:tcPr>
            <w:tcW w:w="1276" w:type="dxa"/>
            <w:vAlign w:val="center"/>
          </w:tcPr>
          <w:p w14:paraId="1F434C16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1134" w:type="dxa"/>
          </w:tcPr>
          <w:p w14:paraId="73CAA49B" w14:textId="77777777" w:rsidR="00263586" w:rsidRPr="00F6332C" w:rsidRDefault="00263586" w:rsidP="00295096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1,8</w:t>
            </w:r>
          </w:p>
        </w:tc>
        <w:tc>
          <w:tcPr>
            <w:tcW w:w="1436" w:type="dxa"/>
            <w:vAlign w:val="center"/>
          </w:tcPr>
          <w:p w14:paraId="4019CC7D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220-225</w:t>
            </w:r>
          </w:p>
        </w:tc>
        <w:tc>
          <w:tcPr>
            <w:tcW w:w="1701" w:type="dxa"/>
          </w:tcPr>
          <w:p w14:paraId="38C6ACC1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340-370</w:t>
            </w:r>
          </w:p>
        </w:tc>
        <w:tc>
          <w:tcPr>
            <w:tcW w:w="1701" w:type="dxa"/>
          </w:tcPr>
          <w:p w14:paraId="38DE3DAF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317-</w:t>
            </w:r>
            <w:r w:rsidRPr="00F6332C">
              <w:rPr>
                <w:rFonts w:ascii="Arial" w:hAnsi="Arial" w:cs="Arial"/>
                <w:szCs w:val="22"/>
              </w:rPr>
              <w:t>32</w:t>
            </w:r>
            <w:r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285" w:type="dxa"/>
          </w:tcPr>
          <w:p w14:paraId="40F126AF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4,0</w:t>
            </w:r>
          </w:p>
        </w:tc>
      </w:tr>
      <w:tr w:rsidR="00263586" w:rsidRPr="00F6332C" w14:paraId="7DEFC296" w14:textId="77777777" w:rsidTr="00295096">
        <w:trPr>
          <w:cantSplit/>
          <w:jc w:val="center"/>
        </w:trPr>
        <w:tc>
          <w:tcPr>
            <w:tcW w:w="1129" w:type="dxa"/>
            <w:vAlign w:val="center"/>
          </w:tcPr>
          <w:p w14:paraId="262949CF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10,5</w:t>
            </w:r>
            <w:r>
              <w:rPr>
                <w:rFonts w:ascii="Arial" w:hAnsi="Arial" w:cs="Arial"/>
                <w:szCs w:val="22"/>
              </w:rPr>
              <w:t>-10,6</w:t>
            </w:r>
          </w:p>
        </w:tc>
        <w:tc>
          <w:tcPr>
            <w:tcW w:w="1276" w:type="dxa"/>
            <w:vAlign w:val="center"/>
          </w:tcPr>
          <w:p w14:paraId="19015EF2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1134" w:type="dxa"/>
            <w:vAlign w:val="center"/>
          </w:tcPr>
          <w:p w14:paraId="64A42E19" w14:textId="77777777" w:rsidR="00263586" w:rsidRPr="00F6332C" w:rsidRDefault="00263586" w:rsidP="00295096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436" w:type="dxa"/>
            <w:vAlign w:val="center"/>
          </w:tcPr>
          <w:p w14:paraId="09895A2A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220-225</w:t>
            </w:r>
          </w:p>
        </w:tc>
        <w:tc>
          <w:tcPr>
            <w:tcW w:w="1701" w:type="dxa"/>
          </w:tcPr>
          <w:p w14:paraId="7554B201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340-370</w:t>
            </w:r>
          </w:p>
        </w:tc>
        <w:tc>
          <w:tcPr>
            <w:tcW w:w="1701" w:type="dxa"/>
          </w:tcPr>
          <w:p w14:paraId="4D3DCBC5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317-</w:t>
            </w:r>
            <w:r w:rsidRPr="00F6332C">
              <w:rPr>
                <w:rFonts w:ascii="Arial" w:hAnsi="Arial" w:cs="Arial"/>
                <w:szCs w:val="22"/>
              </w:rPr>
              <w:t>32</w:t>
            </w:r>
            <w:r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285" w:type="dxa"/>
          </w:tcPr>
          <w:p w14:paraId="56BF24B3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4,0</w:t>
            </w:r>
          </w:p>
        </w:tc>
      </w:tr>
      <w:tr w:rsidR="00263586" w:rsidRPr="00F6332C" w14:paraId="4F95C845" w14:textId="77777777" w:rsidTr="00295096">
        <w:trPr>
          <w:cantSplit/>
          <w:jc w:val="center"/>
        </w:trPr>
        <w:tc>
          <w:tcPr>
            <w:tcW w:w="1129" w:type="dxa"/>
            <w:vAlign w:val="center"/>
          </w:tcPr>
          <w:p w14:paraId="7208F358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10,5</w:t>
            </w:r>
            <w:r>
              <w:rPr>
                <w:rFonts w:ascii="Arial" w:hAnsi="Arial" w:cs="Arial"/>
                <w:szCs w:val="22"/>
              </w:rPr>
              <w:t>-10,6</w:t>
            </w:r>
          </w:p>
        </w:tc>
        <w:tc>
          <w:tcPr>
            <w:tcW w:w="1276" w:type="dxa"/>
            <w:vAlign w:val="center"/>
          </w:tcPr>
          <w:p w14:paraId="5C6C64BD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12</w:t>
            </w:r>
          </w:p>
        </w:tc>
        <w:tc>
          <w:tcPr>
            <w:tcW w:w="1134" w:type="dxa"/>
            <w:vAlign w:val="center"/>
          </w:tcPr>
          <w:p w14:paraId="4561848C" w14:textId="77777777" w:rsidR="00263586" w:rsidRPr="00F6332C" w:rsidRDefault="00263586" w:rsidP="00295096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436" w:type="dxa"/>
            <w:vAlign w:val="center"/>
          </w:tcPr>
          <w:p w14:paraId="4926B930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220-225</w:t>
            </w:r>
          </w:p>
        </w:tc>
        <w:tc>
          <w:tcPr>
            <w:tcW w:w="1701" w:type="dxa"/>
          </w:tcPr>
          <w:p w14:paraId="6D9B4778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340-370</w:t>
            </w:r>
          </w:p>
        </w:tc>
        <w:tc>
          <w:tcPr>
            <w:tcW w:w="1701" w:type="dxa"/>
          </w:tcPr>
          <w:p w14:paraId="7911A90C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317-</w:t>
            </w:r>
            <w:r w:rsidRPr="00F6332C">
              <w:rPr>
                <w:rFonts w:ascii="Arial" w:hAnsi="Arial" w:cs="Arial"/>
                <w:szCs w:val="22"/>
              </w:rPr>
              <w:t>32</w:t>
            </w:r>
            <w:r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285" w:type="dxa"/>
          </w:tcPr>
          <w:p w14:paraId="358F2546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4,0</w:t>
            </w:r>
          </w:p>
        </w:tc>
      </w:tr>
      <w:tr w:rsidR="00263586" w:rsidRPr="00F6332C" w14:paraId="595CD6FD" w14:textId="77777777" w:rsidTr="00295096">
        <w:trPr>
          <w:cantSplit/>
          <w:jc w:val="center"/>
        </w:trPr>
        <w:tc>
          <w:tcPr>
            <w:tcW w:w="1129" w:type="dxa"/>
            <w:vAlign w:val="center"/>
          </w:tcPr>
          <w:p w14:paraId="4030D0BD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10,5</w:t>
            </w:r>
            <w:r>
              <w:rPr>
                <w:rFonts w:ascii="Arial" w:hAnsi="Arial" w:cs="Arial"/>
                <w:szCs w:val="22"/>
              </w:rPr>
              <w:t>-10,6</w:t>
            </w:r>
          </w:p>
        </w:tc>
        <w:tc>
          <w:tcPr>
            <w:tcW w:w="1276" w:type="dxa"/>
            <w:vAlign w:val="center"/>
          </w:tcPr>
          <w:p w14:paraId="2BC4BC0D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15</w:t>
            </w:r>
          </w:p>
        </w:tc>
        <w:tc>
          <w:tcPr>
            <w:tcW w:w="1134" w:type="dxa"/>
            <w:vAlign w:val="center"/>
          </w:tcPr>
          <w:p w14:paraId="356F0CF3" w14:textId="77777777" w:rsidR="00263586" w:rsidRPr="00F6332C" w:rsidRDefault="00263586" w:rsidP="00295096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436" w:type="dxa"/>
            <w:vAlign w:val="center"/>
          </w:tcPr>
          <w:p w14:paraId="00509209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220-225</w:t>
            </w:r>
          </w:p>
        </w:tc>
        <w:tc>
          <w:tcPr>
            <w:tcW w:w="1701" w:type="dxa"/>
          </w:tcPr>
          <w:p w14:paraId="2DFF08E3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340-370</w:t>
            </w:r>
          </w:p>
        </w:tc>
        <w:tc>
          <w:tcPr>
            <w:tcW w:w="1701" w:type="dxa"/>
          </w:tcPr>
          <w:p w14:paraId="2C04A6FD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317-</w:t>
            </w:r>
            <w:r w:rsidRPr="00F6332C">
              <w:rPr>
                <w:rFonts w:ascii="Arial" w:hAnsi="Arial" w:cs="Arial"/>
                <w:szCs w:val="22"/>
              </w:rPr>
              <w:t>32</w:t>
            </w:r>
            <w:r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285" w:type="dxa"/>
          </w:tcPr>
          <w:p w14:paraId="4986F474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4,0</w:t>
            </w:r>
          </w:p>
        </w:tc>
      </w:tr>
      <w:tr w:rsidR="00263586" w:rsidRPr="00F6332C" w14:paraId="597301BE" w14:textId="77777777" w:rsidTr="00295096">
        <w:trPr>
          <w:cantSplit/>
          <w:jc w:val="center"/>
        </w:trPr>
        <w:tc>
          <w:tcPr>
            <w:tcW w:w="1129" w:type="dxa"/>
          </w:tcPr>
          <w:p w14:paraId="59B08160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10,5</w:t>
            </w:r>
            <w:r>
              <w:rPr>
                <w:rFonts w:ascii="Arial" w:hAnsi="Arial" w:cs="Arial"/>
                <w:szCs w:val="22"/>
              </w:rPr>
              <w:t>-10,6</w:t>
            </w:r>
          </w:p>
        </w:tc>
        <w:tc>
          <w:tcPr>
            <w:tcW w:w="1276" w:type="dxa"/>
            <w:vAlign w:val="center"/>
          </w:tcPr>
          <w:p w14:paraId="63601511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20</w:t>
            </w:r>
          </w:p>
        </w:tc>
        <w:tc>
          <w:tcPr>
            <w:tcW w:w="1134" w:type="dxa"/>
          </w:tcPr>
          <w:p w14:paraId="78151B2B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436" w:type="dxa"/>
            <w:vAlign w:val="center"/>
          </w:tcPr>
          <w:p w14:paraId="5CC03356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220-225</w:t>
            </w:r>
          </w:p>
        </w:tc>
        <w:tc>
          <w:tcPr>
            <w:tcW w:w="1701" w:type="dxa"/>
          </w:tcPr>
          <w:p w14:paraId="547E47AD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340-</w:t>
            </w:r>
            <w:r>
              <w:rPr>
                <w:rFonts w:ascii="Arial" w:hAnsi="Arial" w:cs="Arial"/>
                <w:szCs w:val="22"/>
              </w:rPr>
              <w:t>380</w:t>
            </w:r>
          </w:p>
        </w:tc>
        <w:tc>
          <w:tcPr>
            <w:tcW w:w="1701" w:type="dxa"/>
          </w:tcPr>
          <w:p w14:paraId="0B90A519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317-</w:t>
            </w:r>
            <w:r w:rsidRPr="00F6332C">
              <w:rPr>
                <w:rFonts w:ascii="Arial" w:hAnsi="Arial" w:cs="Arial"/>
                <w:szCs w:val="22"/>
              </w:rPr>
              <w:t>32</w:t>
            </w:r>
            <w:r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285" w:type="dxa"/>
          </w:tcPr>
          <w:p w14:paraId="471A5D1D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4,0</w:t>
            </w:r>
          </w:p>
        </w:tc>
      </w:tr>
      <w:tr w:rsidR="00263586" w:rsidRPr="00F6332C" w14:paraId="554CFFFC" w14:textId="77777777" w:rsidTr="00295096">
        <w:trPr>
          <w:cantSplit/>
          <w:jc w:val="center"/>
        </w:trPr>
        <w:tc>
          <w:tcPr>
            <w:tcW w:w="1129" w:type="dxa"/>
            <w:vAlign w:val="center"/>
          </w:tcPr>
          <w:p w14:paraId="2C16B88E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12</w:t>
            </w:r>
            <w:r>
              <w:rPr>
                <w:rFonts w:ascii="Arial" w:hAnsi="Arial" w:cs="Arial"/>
                <w:szCs w:val="22"/>
              </w:rPr>
              <w:t>-12,1</w:t>
            </w:r>
          </w:p>
        </w:tc>
        <w:tc>
          <w:tcPr>
            <w:tcW w:w="1276" w:type="dxa"/>
            <w:vAlign w:val="center"/>
          </w:tcPr>
          <w:p w14:paraId="7EB2F3F4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14:paraId="3245C5B6" w14:textId="77777777" w:rsidR="00263586" w:rsidRPr="00F6332C" w:rsidRDefault="00263586" w:rsidP="00295096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436" w:type="dxa"/>
            <w:vAlign w:val="center"/>
          </w:tcPr>
          <w:p w14:paraId="39BEAA83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220-225</w:t>
            </w:r>
          </w:p>
        </w:tc>
        <w:tc>
          <w:tcPr>
            <w:tcW w:w="1701" w:type="dxa"/>
          </w:tcPr>
          <w:p w14:paraId="62A043CC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360-400</w:t>
            </w:r>
          </w:p>
        </w:tc>
        <w:tc>
          <w:tcPr>
            <w:tcW w:w="1701" w:type="dxa"/>
          </w:tcPr>
          <w:p w14:paraId="3955CBA4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332-</w:t>
            </w:r>
            <w:r w:rsidRPr="00F6332C">
              <w:rPr>
                <w:rFonts w:ascii="Arial" w:hAnsi="Arial" w:cs="Arial"/>
                <w:szCs w:val="22"/>
              </w:rPr>
              <w:t>350</w:t>
            </w:r>
          </w:p>
        </w:tc>
        <w:tc>
          <w:tcPr>
            <w:tcW w:w="1285" w:type="dxa"/>
          </w:tcPr>
          <w:p w14:paraId="2B7226F3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4,0</w:t>
            </w:r>
          </w:p>
        </w:tc>
      </w:tr>
      <w:tr w:rsidR="00263586" w:rsidRPr="00F6332C" w14:paraId="04B58E6C" w14:textId="77777777" w:rsidTr="00295096">
        <w:trPr>
          <w:cantSplit/>
          <w:jc w:val="center"/>
        </w:trPr>
        <w:tc>
          <w:tcPr>
            <w:tcW w:w="1129" w:type="dxa"/>
            <w:vAlign w:val="center"/>
          </w:tcPr>
          <w:p w14:paraId="060539DF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12</w:t>
            </w:r>
            <w:r>
              <w:rPr>
                <w:rFonts w:ascii="Arial" w:hAnsi="Arial" w:cs="Arial"/>
                <w:szCs w:val="22"/>
              </w:rPr>
              <w:t>-12,1</w:t>
            </w:r>
          </w:p>
        </w:tc>
        <w:tc>
          <w:tcPr>
            <w:tcW w:w="1276" w:type="dxa"/>
            <w:vAlign w:val="center"/>
          </w:tcPr>
          <w:p w14:paraId="1189D2E4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1134" w:type="dxa"/>
            <w:vAlign w:val="center"/>
          </w:tcPr>
          <w:p w14:paraId="6F6C351D" w14:textId="77777777" w:rsidR="00263586" w:rsidRPr="00F6332C" w:rsidRDefault="00263586" w:rsidP="00295096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436" w:type="dxa"/>
            <w:vAlign w:val="center"/>
          </w:tcPr>
          <w:p w14:paraId="253E93E5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220-225</w:t>
            </w:r>
          </w:p>
        </w:tc>
        <w:tc>
          <w:tcPr>
            <w:tcW w:w="1701" w:type="dxa"/>
          </w:tcPr>
          <w:p w14:paraId="6CBC837E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360-400</w:t>
            </w:r>
          </w:p>
        </w:tc>
        <w:tc>
          <w:tcPr>
            <w:tcW w:w="1701" w:type="dxa"/>
          </w:tcPr>
          <w:p w14:paraId="170D67AC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332-</w:t>
            </w:r>
            <w:r w:rsidRPr="00F6332C">
              <w:rPr>
                <w:rFonts w:ascii="Arial" w:hAnsi="Arial" w:cs="Arial"/>
                <w:szCs w:val="22"/>
              </w:rPr>
              <w:t>350</w:t>
            </w:r>
          </w:p>
        </w:tc>
        <w:tc>
          <w:tcPr>
            <w:tcW w:w="1285" w:type="dxa"/>
          </w:tcPr>
          <w:p w14:paraId="784EDE5D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4,0</w:t>
            </w:r>
          </w:p>
        </w:tc>
      </w:tr>
      <w:tr w:rsidR="00263586" w:rsidRPr="00F6332C" w14:paraId="62DA182C" w14:textId="77777777" w:rsidTr="00295096">
        <w:trPr>
          <w:cantSplit/>
          <w:jc w:val="center"/>
        </w:trPr>
        <w:tc>
          <w:tcPr>
            <w:tcW w:w="1129" w:type="dxa"/>
            <w:vAlign w:val="center"/>
          </w:tcPr>
          <w:p w14:paraId="442589CB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12</w:t>
            </w:r>
            <w:r>
              <w:rPr>
                <w:rFonts w:ascii="Arial" w:hAnsi="Arial" w:cs="Arial"/>
                <w:szCs w:val="22"/>
              </w:rPr>
              <w:t>-12,1</w:t>
            </w:r>
          </w:p>
        </w:tc>
        <w:tc>
          <w:tcPr>
            <w:tcW w:w="1276" w:type="dxa"/>
            <w:vAlign w:val="center"/>
          </w:tcPr>
          <w:p w14:paraId="6F24124D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12</w:t>
            </w:r>
          </w:p>
        </w:tc>
        <w:tc>
          <w:tcPr>
            <w:tcW w:w="1134" w:type="dxa"/>
            <w:vAlign w:val="center"/>
          </w:tcPr>
          <w:p w14:paraId="55DF00D8" w14:textId="77777777" w:rsidR="00263586" w:rsidRPr="00F6332C" w:rsidRDefault="00263586" w:rsidP="00295096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436" w:type="dxa"/>
            <w:vAlign w:val="center"/>
          </w:tcPr>
          <w:p w14:paraId="67303575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220-225</w:t>
            </w:r>
          </w:p>
        </w:tc>
        <w:tc>
          <w:tcPr>
            <w:tcW w:w="1701" w:type="dxa"/>
          </w:tcPr>
          <w:p w14:paraId="3F7FC549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360-400</w:t>
            </w:r>
          </w:p>
        </w:tc>
        <w:tc>
          <w:tcPr>
            <w:tcW w:w="1701" w:type="dxa"/>
          </w:tcPr>
          <w:p w14:paraId="23C05E0F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332-</w:t>
            </w:r>
            <w:r w:rsidRPr="00F6332C">
              <w:rPr>
                <w:rFonts w:ascii="Arial" w:hAnsi="Arial" w:cs="Arial"/>
                <w:szCs w:val="22"/>
              </w:rPr>
              <w:t>350</w:t>
            </w:r>
          </w:p>
        </w:tc>
        <w:tc>
          <w:tcPr>
            <w:tcW w:w="1285" w:type="dxa"/>
          </w:tcPr>
          <w:p w14:paraId="25E52571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4,0</w:t>
            </w:r>
          </w:p>
        </w:tc>
      </w:tr>
      <w:tr w:rsidR="00263586" w:rsidRPr="00F6332C" w14:paraId="23199BCB" w14:textId="77777777" w:rsidTr="00295096">
        <w:trPr>
          <w:cantSplit/>
          <w:jc w:val="center"/>
        </w:trPr>
        <w:tc>
          <w:tcPr>
            <w:tcW w:w="1129" w:type="dxa"/>
            <w:vAlign w:val="center"/>
          </w:tcPr>
          <w:p w14:paraId="63DE2BB2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12</w:t>
            </w:r>
            <w:r>
              <w:rPr>
                <w:rFonts w:ascii="Arial" w:hAnsi="Arial" w:cs="Arial"/>
                <w:szCs w:val="22"/>
              </w:rPr>
              <w:t>-12,1</w:t>
            </w:r>
          </w:p>
        </w:tc>
        <w:tc>
          <w:tcPr>
            <w:tcW w:w="1276" w:type="dxa"/>
            <w:vAlign w:val="center"/>
          </w:tcPr>
          <w:p w14:paraId="5D3F3217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15</w:t>
            </w:r>
          </w:p>
        </w:tc>
        <w:tc>
          <w:tcPr>
            <w:tcW w:w="1134" w:type="dxa"/>
            <w:vAlign w:val="center"/>
          </w:tcPr>
          <w:p w14:paraId="5C7181CF" w14:textId="77777777" w:rsidR="00263586" w:rsidRPr="00F6332C" w:rsidRDefault="00263586" w:rsidP="00295096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436" w:type="dxa"/>
            <w:vAlign w:val="center"/>
          </w:tcPr>
          <w:p w14:paraId="098DB9CB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220-225</w:t>
            </w:r>
          </w:p>
        </w:tc>
        <w:tc>
          <w:tcPr>
            <w:tcW w:w="1701" w:type="dxa"/>
          </w:tcPr>
          <w:p w14:paraId="1D1D6130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360-400</w:t>
            </w:r>
          </w:p>
        </w:tc>
        <w:tc>
          <w:tcPr>
            <w:tcW w:w="1701" w:type="dxa"/>
          </w:tcPr>
          <w:p w14:paraId="0B262A02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332-</w:t>
            </w:r>
            <w:r w:rsidRPr="00F6332C">
              <w:rPr>
                <w:rFonts w:ascii="Arial" w:hAnsi="Arial" w:cs="Arial"/>
                <w:szCs w:val="22"/>
              </w:rPr>
              <w:t>350</w:t>
            </w:r>
          </w:p>
        </w:tc>
        <w:tc>
          <w:tcPr>
            <w:tcW w:w="1285" w:type="dxa"/>
          </w:tcPr>
          <w:p w14:paraId="522651B6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4,0</w:t>
            </w:r>
          </w:p>
        </w:tc>
      </w:tr>
      <w:tr w:rsidR="00263586" w:rsidRPr="00F6332C" w14:paraId="0D4E0569" w14:textId="77777777" w:rsidTr="00295096">
        <w:trPr>
          <w:cantSplit/>
          <w:jc w:val="center"/>
        </w:trPr>
        <w:tc>
          <w:tcPr>
            <w:tcW w:w="1129" w:type="dxa"/>
            <w:vAlign w:val="center"/>
          </w:tcPr>
          <w:p w14:paraId="287A8B12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13,5</w:t>
            </w:r>
            <w:r>
              <w:rPr>
                <w:rFonts w:ascii="Arial" w:hAnsi="Arial" w:cs="Arial"/>
                <w:szCs w:val="22"/>
              </w:rPr>
              <w:t>-13,6</w:t>
            </w:r>
          </w:p>
        </w:tc>
        <w:tc>
          <w:tcPr>
            <w:tcW w:w="1276" w:type="dxa"/>
            <w:vAlign w:val="center"/>
          </w:tcPr>
          <w:p w14:paraId="00360098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1134" w:type="dxa"/>
            <w:vAlign w:val="center"/>
          </w:tcPr>
          <w:p w14:paraId="32C16C89" w14:textId="77777777" w:rsidR="00263586" w:rsidRPr="00F6332C" w:rsidRDefault="00263586" w:rsidP="00295096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436" w:type="dxa"/>
            <w:vAlign w:val="center"/>
          </w:tcPr>
          <w:p w14:paraId="416D88C8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220-225</w:t>
            </w:r>
          </w:p>
        </w:tc>
        <w:tc>
          <w:tcPr>
            <w:tcW w:w="1701" w:type="dxa"/>
          </w:tcPr>
          <w:p w14:paraId="22252DAF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370-420</w:t>
            </w:r>
          </w:p>
        </w:tc>
        <w:tc>
          <w:tcPr>
            <w:tcW w:w="1701" w:type="dxa"/>
          </w:tcPr>
          <w:p w14:paraId="075661ED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347-</w:t>
            </w:r>
            <w:r w:rsidRPr="00F6332C">
              <w:rPr>
                <w:rFonts w:ascii="Arial" w:hAnsi="Arial" w:cs="Arial"/>
                <w:szCs w:val="22"/>
              </w:rPr>
              <w:t>371</w:t>
            </w:r>
          </w:p>
        </w:tc>
        <w:tc>
          <w:tcPr>
            <w:tcW w:w="1285" w:type="dxa"/>
          </w:tcPr>
          <w:p w14:paraId="17F7824A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4,0</w:t>
            </w:r>
          </w:p>
        </w:tc>
      </w:tr>
    </w:tbl>
    <w:p w14:paraId="4B8671F1" w14:textId="77777777" w:rsidR="00263586" w:rsidRPr="00F6332C" w:rsidRDefault="00263586" w:rsidP="009E6030">
      <w:pPr>
        <w:pStyle w:val="Zpat"/>
        <w:tabs>
          <w:tab w:val="clear" w:pos="4536"/>
          <w:tab w:val="clear" w:pos="9072"/>
        </w:tabs>
        <w:ind w:left="540"/>
        <w:jc w:val="both"/>
        <w:rPr>
          <w:rFonts w:ascii="Arial" w:hAnsi="Arial" w:cs="Arial"/>
          <w:szCs w:val="22"/>
        </w:rPr>
      </w:pPr>
    </w:p>
    <w:p w14:paraId="26D71AF4" w14:textId="77777777" w:rsidR="00F62199" w:rsidRPr="00F6332C" w:rsidRDefault="00F62199" w:rsidP="00B07271">
      <w:pPr>
        <w:pStyle w:val="Nadpis2"/>
        <w:tabs>
          <w:tab w:val="clear" w:pos="4971"/>
          <w:tab w:val="num" w:pos="720"/>
        </w:tabs>
        <w:ind w:left="578" w:hanging="38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Značení</w:t>
      </w:r>
    </w:p>
    <w:p w14:paraId="2531C8ED" w14:textId="77777777" w:rsidR="00F62199" w:rsidRPr="00F6332C" w:rsidRDefault="00331F99">
      <w:pPr>
        <w:pStyle w:val="Zkladntext"/>
        <w:widowControl/>
        <w:rPr>
          <w:rFonts w:cs="Arial"/>
          <w:szCs w:val="22"/>
        </w:rPr>
      </w:pPr>
      <w:r>
        <w:rPr>
          <w:rFonts w:cs="Arial"/>
          <w:szCs w:val="22"/>
        </w:rPr>
        <w:t>Veškeré požadované z</w:t>
      </w:r>
      <w:r w:rsidR="00F62199" w:rsidRPr="00F6332C">
        <w:rPr>
          <w:rFonts w:cs="Arial"/>
          <w:szCs w:val="22"/>
        </w:rPr>
        <w:t>načení musí být trvanlivé</w:t>
      </w:r>
      <w:r w:rsidR="0045385F">
        <w:rPr>
          <w:rFonts w:cs="Arial"/>
          <w:szCs w:val="22"/>
        </w:rPr>
        <w:t xml:space="preserve"> a musí </w:t>
      </w:r>
      <w:r w:rsidR="0045385F" w:rsidRPr="00F51DA6">
        <w:rPr>
          <w:rFonts w:cs="Arial"/>
          <w:szCs w:val="22"/>
        </w:rPr>
        <w:t xml:space="preserve">a </w:t>
      </w:r>
      <w:r w:rsidR="0045385F" w:rsidRPr="00EC335D">
        <w:rPr>
          <w:rFonts w:cs="Arial"/>
          <w:szCs w:val="22"/>
        </w:rPr>
        <w:t xml:space="preserve">zaručovat stálost a čitelnost označení </w:t>
      </w:r>
      <w:r w:rsidR="0045385F">
        <w:rPr>
          <w:rFonts w:cs="Arial"/>
          <w:szCs w:val="22"/>
        </w:rPr>
        <w:t xml:space="preserve">po </w:t>
      </w:r>
      <w:r w:rsidR="0045385F" w:rsidRPr="00F51DA6">
        <w:rPr>
          <w:rFonts w:cs="Arial"/>
          <w:szCs w:val="22"/>
        </w:rPr>
        <w:t xml:space="preserve">celou </w:t>
      </w:r>
      <w:r w:rsidR="0045385F">
        <w:rPr>
          <w:rFonts w:cs="Arial"/>
          <w:szCs w:val="22"/>
        </w:rPr>
        <w:t xml:space="preserve">dobu </w:t>
      </w:r>
      <w:r w:rsidR="0045385F" w:rsidRPr="00F51DA6">
        <w:rPr>
          <w:rFonts w:cs="Arial"/>
          <w:szCs w:val="22"/>
        </w:rPr>
        <w:t xml:space="preserve">zaručené </w:t>
      </w:r>
      <w:r w:rsidR="0045385F">
        <w:rPr>
          <w:rFonts w:cs="Arial"/>
          <w:szCs w:val="22"/>
        </w:rPr>
        <w:t>životnosti sloupu</w:t>
      </w:r>
      <w:r w:rsidR="00F62199" w:rsidRPr="00F6332C">
        <w:rPr>
          <w:rFonts w:cs="Arial"/>
          <w:szCs w:val="22"/>
        </w:rPr>
        <w:t>.</w:t>
      </w:r>
    </w:p>
    <w:p w14:paraId="01F5EE1D" w14:textId="053B7A46" w:rsidR="00F62199" w:rsidRPr="00F6332C" w:rsidRDefault="00F62199">
      <w:pPr>
        <w:pStyle w:val="Zkladntext"/>
        <w:widowControl/>
        <w:rPr>
          <w:rFonts w:cs="Arial"/>
          <w:szCs w:val="22"/>
        </w:rPr>
      </w:pPr>
      <w:r w:rsidRPr="00F6332C">
        <w:rPr>
          <w:rFonts w:cs="Arial"/>
          <w:szCs w:val="22"/>
        </w:rPr>
        <w:t xml:space="preserve">Na vnějším povrchu sloupu, </w:t>
      </w:r>
      <w:r w:rsidR="0007781A">
        <w:rPr>
          <w:rFonts w:cs="Arial"/>
          <w:szCs w:val="22"/>
        </w:rPr>
        <w:t xml:space="preserve">v typovém štítku </w:t>
      </w:r>
      <w:r w:rsidR="00073E98" w:rsidRPr="00F6332C">
        <w:rPr>
          <w:rFonts w:cs="Arial"/>
          <w:szCs w:val="22"/>
        </w:rPr>
        <w:t>zapuš</w:t>
      </w:r>
      <w:r w:rsidR="0007781A">
        <w:rPr>
          <w:rFonts w:cs="Arial"/>
          <w:szCs w:val="22"/>
        </w:rPr>
        <w:t>tě</w:t>
      </w:r>
      <w:r w:rsidR="00073E98" w:rsidRPr="00F6332C">
        <w:rPr>
          <w:rFonts w:cs="Arial"/>
          <w:szCs w:val="22"/>
        </w:rPr>
        <w:t xml:space="preserve">no do stěny sloupu </w:t>
      </w:r>
      <w:r w:rsidRPr="00F6332C">
        <w:rPr>
          <w:rFonts w:cs="Arial"/>
          <w:szCs w:val="22"/>
        </w:rPr>
        <w:t xml:space="preserve">ve vzdálenosti 4 m od paty sloupu, musí být </w:t>
      </w:r>
      <w:r w:rsidR="008C5C5F">
        <w:rPr>
          <w:rFonts w:cs="Arial"/>
          <w:szCs w:val="22"/>
        </w:rPr>
        <w:t xml:space="preserve">písmeny a číslicemi </w:t>
      </w:r>
      <w:r w:rsidR="0007781A">
        <w:rPr>
          <w:rFonts w:cs="Arial"/>
          <w:szCs w:val="22"/>
        </w:rPr>
        <w:t>čitelně</w:t>
      </w:r>
      <w:r w:rsidR="008C5C5F">
        <w:rPr>
          <w:rFonts w:cs="Arial"/>
          <w:szCs w:val="22"/>
        </w:rPr>
        <w:t xml:space="preserve"> </w:t>
      </w:r>
      <w:r w:rsidRPr="00F6332C">
        <w:rPr>
          <w:rFonts w:cs="Arial"/>
          <w:szCs w:val="22"/>
        </w:rPr>
        <w:t xml:space="preserve">uvedeno </w:t>
      </w:r>
      <w:r w:rsidR="00B0788D">
        <w:rPr>
          <w:rFonts w:cs="Arial"/>
          <w:szCs w:val="22"/>
        </w:rPr>
        <w:t>minimálně</w:t>
      </w:r>
      <w:r w:rsidRPr="00F6332C">
        <w:rPr>
          <w:rFonts w:cs="Arial"/>
          <w:szCs w:val="22"/>
        </w:rPr>
        <w:t>:</w:t>
      </w:r>
    </w:p>
    <w:p w14:paraId="52BC82FC" w14:textId="77777777" w:rsidR="00F62199" w:rsidRPr="00F6332C" w:rsidRDefault="00B0788D" w:rsidP="001F4F63">
      <w:pPr>
        <w:pStyle w:val="Zkladntext"/>
        <w:widowControl/>
        <w:numPr>
          <w:ilvl w:val="0"/>
          <w:numId w:val="3"/>
        </w:numPr>
        <w:spacing w:after="0"/>
        <w:ind w:left="714" w:hanging="357"/>
        <w:rPr>
          <w:rFonts w:cs="Arial"/>
          <w:szCs w:val="22"/>
        </w:rPr>
      </w:pPr>
      <w:r w:rsidRPr="00EC335D">
        <w:rPr>
          <w:rFonts w:cs="Arial"/>
          <w:szCs w:val="22"/>
        </w:rPr>
        <w:t>jméno nebo obchodní značk</w:t>
      </w:r>
      <w:r>
        <w:rPr>
          <w:rFonts w:cs="Arial"/>
          <w:szCs w:val="22"/>
        </w:rPr>
        <w:t>a</w:t>
      </w:r>
      <w:r w:rsidRPr="00EC335D">
        <w:rPr>
          <w:rFonts w:cs="Arial"/>
          <w:szCs w:val="22"/>
        </w:rPr>
        <w:t xml:space="preserve"> </w:t>
      </w:r>
      <w:r w:rsidR="00F62199" w:rsidRPr="00F6332C">
        <w:rPr>
          <w:rFonts w:cs="Arial"/>
          <w:szCs w:val="22"/>
        </w:rPr>
        <w:t>výrobce</w:t>
      </w:r>
    </w:p>
    <w:p w14:paraId="24F9DD16" w14:textId="77777777" w:rsidR="00F62199" w:rsidRPr="00F6332C" w:rsidRDefault="00F62199" w:rsidP="001F4F63">
      <w:pPr>
        <w:pStyle w:val="Zkladntext"/>
        <w:widowControl/>
        <w:numPr>
          <w:ilvl w:val="0"/>
          <w:numId w:val="3"/>
        </w:numPr>
        <w:spacing w:after="0"/>
        <w:ind w:left="714" w:hanging="357"/>
        <w:rPr>
          <w:rFonts w:cs="Arial"/>
          <w:szCs w:val="22"/>
        </w:rPr>
      </w:pPr>
      <w:r w:rsidRPr="00F6332C">
        <w:rPr>
          <w:rFonts w:cs="Arial"/>
          <w:szCs w:val="22"/>
        </w:rPr>
        <w:t>datum výroby (měsíc / rok)</w:t>
      </w:r>
    </w:p>
    <w:p w14:paraId="20A34FD0" w14:textId="77777777" w:rsidR="003A1E6C" w:rsidRDefault="00541F0E" w:rsidP="003A1E6C">
      <w:pPr>
        <w:pStyle w:val="Zkladntext"/>
        <w:widowControl/>
        <w:numPr>
          <w:ilvl w:val="0"/>
          <w:numId w:val="3"/>
        </w:numPr>
        <w:spacing w:after="0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identifikační číslo sloupu</w:t>
      </w:r>
    </w:p>
    <w:p w14:paraId="3439A898" w14:textId="0687D212" w:rsidR="00F62199" w:rsidRPr="00F6332C" w:rsidRDefault="00F62199" w:rsidP="00CD7589">
      <w:pPr>
        <w:pStyle w:val="Zkladntext"/>
        <w:widowControl/>
        <w:numPr>
          <w:ilvl w:val="0"/>
          <w:numId w:val="3"/>
        </w:numPr>
        <w:ind w:left="714" w:hanging="357"/>
        <w:rPr>
          <w:rFonts w:cs="Arial"/>
          <w:szCs w:val="22"/>
        </w:rPr>
      </w:pPr>
      <w:r w:rsidRPr="00F6332C">
        <w:rPr>
          <w:rFonts w:cs="Arial"/>
          <w:szCs w:val="22"/>
        </w:rPr>
        <w:t>typ sloupu (délka / jmenovitá vrcholová síla).</w:t>
      </w:r>
    </w:p>
    <w:p w14:paraId="23059461" w14:textId="14E76C81" w:rsidR="00F62199" w:rsidRPr="00F6332C" w:rsidRDefault="00F62199" w:rsidP="00B0788D">
      <w:pPr>
        <w:pStyle w:val="Zkladntext"/>
        <w:keepNext/>
        <w:widowControl/>
        <w:rPr>
          <w:rFonts w:cs="Arial"/>
          <w:szCs w:val="22"/>
        </w:rPr>
      </w:pPr>
      <w:r w:rsidRPr="00F6332C">
        <w:rPr>
          <w:rFonts w:cs="Arial"/>
          <w:szCs w:val="22"/>
        </w:rPr>
        <w:t>Na čele vrcholu s</w:t>
      </w:r>
      <w:r w:rsidR="007D71E7" w:rsidRPr="00F6332C">
        <w:rPr>
          <w:rFonts w:cs="Arial"/>
          <w:szCs w:val="22"/>
        </w:rPr>
        <w:t xml:space="preserve">loupu musí být barevné značení dle </w:t>
      </w:r>
      <w:r w:rsidR="00541F0E">
        <w:rPr>
          <w:rFonts w:cs="Arial"/>
          <w:szCs w:val="22"/>
        </w:rPr>
        <w:t>vrcholové</w:t>
      </w:r>
      <w:r w:rsidR="00EF446B">
        <w:rPr>
          <w:rFonts w:cs="Arial"/>
          <w:szCs w:val="22"/>
        </w:rPr>
        <w:t xml:space="preserve"> síly</w:t>
      </w:r>
      <w:r w:rsidR="007D71E7" w:rsidRPr="00F6332C">
        <w:rPr>
          <w:rFonts w:cs="Arial"/>
          <w:szCs w:val="22"/>
        </w:rPr>
        <w:t>.</w:t>
      </w:r>
    </w:p>
    <w:p w14:paraId="0C5D32D5" w14:textId="77777777" w:rsidR="00F62199" w:rsidRPr="00F6332C" w:rsidRDefault="007D71E7" w:rsidP="001F4F63">
      <w:pPr>
        <w:pStyle w:val="Zkladntext"/>
        <w:widowControl/>
        <w:numPr>
          <w:ilvl w:val="0"/>
          <w:numId w:val="3"/>
        </w:numPr>
        <w:tabs>
          <w:tab w:val="left" w:pos="1418"/>
        </w:tabs>
        <w:spacing w:after="0"/>
        <w:ind w:left="714" w:hanging="357"/>
        <w:rPr>
          <w:rFonts w:cs="Arial"/>
          <w:szCs w:val="22"/>
        </w:rPr>
      </w:pPr>
      <w:r w:rsidRPr="00F6332C">
        <w:rPr>
          <w:rFonts w:cs="Arial"/>
          <w:szCs w:val="22"/>
        </w:rPr>
        <w:t>6 kN</w:t>
      </w:r>
      <w:r w:rsidRPr="00F6332C">
        <w:rPr>
          <w:rFonts w:cs="Arial"/>
          <w:szCs w:val="22"/>
        </w:rPr>
        <w:tab/>
      </w:r>
      <w:r w:rsidR="00F62199" w:rsidRPr="00F6332C">
        <w:rPr>
          <w:rFonts w:cs="Arial"/>
          <w:szCs w:val="22"/>
        </w:rPr>
        <w:t>zelené</w:t>
      </w:r>
    </w:p>
    <w:p w14:paraId="6E73C8ED" w14:textId="77777777" w:rsidR="00F62199" w:rsidRPr="00F6332C" w:rsidRDefault="007D71E7" w:rsidP="001F4F63">
      <w:pPr>
        <w:pStyle w:val="Zkladntext"/>
        <w:widowControl/>
        <w:numPr>
          <w:ilvl w:val="0"/>
          <w:numId w:val="3"/>
        </w:numPr>
        <w:tabs>
          <w:tab w:val="left" w:pos="1418"/>
        </w:tabs>
        <w:spacing w:after="0"/>
        <w:ind w:left="714" w:hanging="357"/>
        <w:rPr>
          <w:rFonts w:cs="Arial"/>
          <w:szCs w:val="22"/>
        </w:rPr>
      </w:pPr>
      <w:r w:rsidRPr="00F6332C">
        <w:rPr>
          <w:rFonts w:cs="Arial"/>
          <w:szCs w:val="22"/>
        </w:rPr>
        <w:t>10 kN</w:t>
      </w:r>
      <w:r w:rsidRPr="00F6332C">
        <w:rPr>
          <w:rFonts w:cs="Arial"/>
          <w:szCs w:val="22"/>
        </w:rPr>
        <w:tab/>
      </w:r>
      <w:r w:rsidR="00F62199" w:rsidRPr="00F6332C">
        <w:rPr>
          <w:rFonts w:cs="Arial"/>
          <w:szCs w:val="22"/>
        </w:rPr>
        <w:t>červené</w:t>
      </w:r>
    </w:p>
    <w:p w14:paraId="6AF02B19" w14:textId="77777777" w:rsidR="00F62199" w:rsidRPr="00F6332C" w:rsidRDefault="007D71E7" w:rsidP="001F4F63">
      <w:pPr>
        <w:pStyle w:val="Zkladntext"/>
        <w:widowControl/>
        <w:numPr>
          <w:ilvl w:val="0"/>
          <w:numId w:val="3"/>
        </w:numPr>
        <w:tabs>
          <w:tab w:val="left" w:pos="1418"/>
        </w:tabs>
        <w:spacing w:after="0"/>
        <w:ind w:left="714" w:hanging="357"/>
        <w:rPr>
          <w:rFonts w:cs="Arial"/>
          <w:szCs w:val="22"/>
        </w:rPr>
      </w:pPr>
      <w:r w:rsidRPr="00F6332C">
        <w:rPr>
          <w:rFonts w:cs="Arial"/>
          <w:szCs w:val="22"/>
        </w:rPr>
        <w:t>12 kN</w:t>
      </w:r>
      <w:r w:rsidRPr="00F6332C">
        <w:rPr>
          <w:rFonts w:cs="Arial"/>
          <w:szCs w:val="22"/>
        </w:rPr>
        <w:tab/>
      </w:r>
      <w:r w:rsidR="00F62199" w:rsidRPr="00F6332C">
        <w:rPr>
          <w:rFonts w:cs="Arial"/>
          <w:szCs w:val="22"/>
        </w:rPr>
        <w:t>žluté</w:t>
      </w:r>
    </w:p>
    <w:p w14:paraId="1AB259CB" w14:textId="77777777" w:rsidR="00F62199" w:rsidRPr="00F6332C" w:rsidRDefault="007D71E7" w:rsidP="001F4F63">
      <w:pPr>
        <w:pStyle w:val="Zkladntext"/>
        <w:widowControl/>
        <w:numPr>
          <w:ilvl w:val="0"/>
          <w:numId w:val="3"/>
        </w:numPr>
        <w:tabs>
          <w:tab w:val="left" w:pos="1418"/>
        </w:tabs>
        <w:spacing w:after="0"/>
        <w:ind w:left="714" w:hanging="357"/>
        <w:rPr>
          <w:rFonts w:cs="Arial"/>
          <w:szCs w:val="22"/>
        </w:rPr>
      </w:pPr>
      <w:r w:rsidRPr="00F6332C">
        <w:rPr>
          <w:rFonts w:cs="Arial"/>
          <w:szCs w:val="22"/>
        </w:rPr>
        <w:t>15 kN</w:t>
      </w:r>
      <w:r w:rsidRPr="00F6332C">
        <w:rPr>
          <w:rFonts w:cs="Arial"/>
          <w:szCs w:val="22"/>
        </w:rPr>
        <w:tab/>
      </w:r>
      <w:r w:rsidR="00F62199" w:rsidRPr="00F6332C">
        <w:rPr>
          <w:rFonts w:cs="Arial"/>
          <w:szCs w:val="22"/>
        </w:rPr>
        <w:t>modré</w:t>
      </w:r>
    </w:p>
    <w:p w14:paraId="472B7007" w14:textId="77777777" w:rsidR="00F62199" w:rsidRPr="00F6332C" w:rsidRDefault="007D71E7" w:rsidP="007D71E7">
      <w:pPr>
        <w:pStyle w:val="Zkladntext"/>
        <w:widowControl/>
        <w:numPr>
          <w:ilvl w:val="0"/>
          <w:numId w:val="3"/>
        </w:numPr>
        <w:tabs>
          <w:tab w:val="left" w:pos="1418"/>
        </w:tabs>
        <w:rPr>
          <w:rFonts w:cs="Arial"/>
          <w:szCs w:val="22"/>
        </w:rPr>
      </w:pPr>
      <w:r w:rsidRPr="00F6332C">
        <w:rPr>
          <w:rFonts w:cs="Arial"/>
          <w:szCs w:val="22"/>
        </w:rPr>
        <w:t>20 kN</w:t>
      </w:r>
      <w:r w:rsidRPr="00F6332C">
        <w:rPr>
          <w:rFonts w:cs="Arial"/>
          <w:szCs w:val="22"/>
        </w:rPr>
        <w:tab/>
      </w:r>
      <w:r w:rsidR="00F62199" w:rsidRPr="00F6332C">
        <w:rPr>
          <w:rFonts w:cs="Arial"/>
          <w:szCs w:val="22"/>
        </w:rPr>
        <w:t>fialové.</w:t>
      </w:r>
    </w:p>
    <w:p w14:paraId="6875879E" w14:textId="77777777" w:rsidR="00F62199" w:rsidRPr="00F6332C" w:rsidRDefault="00F62199" w:rsidP="000A6AFF">
      <w:pPr>
        <w:pStyle w:val="Nadpis1"/>
        <w:tabs>
          <w:tab w:val="clear" w:pos="432"/>
          <w:tab w:val="num" w:pos="567"/>
        </w:tabs>
        <w:spacing w:before="360"/>
        <w:ind w:left="567" w:hanging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lastRenderedPageBreak/>
        <w:t>Schválení a zkoušky, protokoly ze zkoušek</w:t>
      </w:r>
    </w:p>
    <w:p w14:paraId="7FE0B8BF" w14:textId="77777777" w:rsidR="00F62199" w:rsidRPr="00F6332C" w:rsidRDefault="00F62199" w:rsidP="00F03FCF">
      <w:pPr>
        <w:pStyle w:val="Nadpis2"/>
        <w:tabs>
          <w:tab w:val="clear" w:pos="4971"/>
          <w:tab w:val="num" w:pos="567"/>
        </w:tabs>
        <w:ind w:left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 xml:space="preserve">Prohlášení o </w:t>
      </w:r>
      <w:r w:rsidR="004B6264">
        <w:rPr>
          <w:rFonts w:ascii="Arial" w:hAnsi="Arial" w:cs="Arial"/>
          <w:sz w:val="22"/>
          <w:szCs w:val="22"/>
        </w:rPr>
        <w:t>vlastnostech výrobku</w:t>
      </w:r>
    </w:p>
    <w:p w14:paraId="6B1C7D5B" w14:textId="77777777" w:rsidR="002B61BF" w:rsidRPr="00F6332C" w:rsidRDefault="004306D6">
      <w:pPr>
        <w:rPr>
          <w:rFonts w:ascii="Arial" w:hAnsi="Arial" w:cs="Arial"/>
          <w:szCs w:val="22"/>
        </w:rPr>
      </w:pPr>
      <w:bookmarkStart w:id="0" w:name="_Hlk167100532"/>
      <w:r>
        <w:rPr>
          <w:rFonts w:ascii="Arial" w:hAnsi="Arial" w:cs="Arial"/>
          <w:szCs w:val="22"/>
        </w:rPr>
        <w:t>Je</w:t>
      </w:r>
      <w:r w:rsidRPr="00F6332C">
        <w:rPr>
          <w:rFonts w:ascii="Arial" w:hAnsi="Arial" w:cs="Arial"/>
          <w:szCs w:val="22"/>
        </w:rPr>
        <w:t xml:space="preserve"> </w:t>
      </w:r>
      <w:r w:rsidR="00F62199" w:rsidRPr="00F6332C">
        <w:rPr>
          <w:rFonts w:ascii="Arial" w:hAnsi="Arial" w:cs="Arial"/>
          <w:szCs w:val="22"/>
        </w:rPr>
        <w:t>požadováno</w:t>
      </w:r>
      <w:r w:rsidR="00B51F7B">
        <w:rPr>
          <w:rFonts w:ascii="Arial" w:hAnsi="Arial" w:cs="Arial"/>
          <w:szCs w:val="22"/>
        </w:rPr>
        <w:t xml:space="preserve"> dle N</w:t>
      </w:r>
      <w:r w:rsidR="00B51F7B" w:rsidRPr="00B51F7B">
        <w:rPr>
          <w:rFonts w:ascii="Arial" w:hAnsi="Arial" w:cs="Arial"/>
          <w:szCs w:val="22"/>
        </w:rPr>
        <w:t xml:space="preserve">ařízení </w:t>
      </w:r>
      <w:r w:rsidR="00B51F7B">
        <w:rPr>
          <w:rFonts w:ascii="Arial" w:hAnsi="Arial" w:cs="Arial"/>
          <w:szCs w:val="22"/>
        </w:rPr>
        <w:t>evropského parlamentu a rady č.</w:t>
      </w:r>
      <w:r w:rsidR="00B51F7B" w:rsidRPr="00B51F7B">
        <w:rPr>
          <w:rFonts w:ascii="Arial" w:hAnsi="Arial" w:cs="Arial"/>
          <w:szCs w:val="22"/>
        </w:rPr>
        <w:t xml:space="preserve"> 305/2011 Sb</w:t>
      </w:r>
      <w:r w:rsidR="00F62199" w:rsidRPr="00F6332C">
        <w:rPr>
          <w:rFonts w:ascii="Arial" w:hAnsi="Arial" w:cs="Arial"/>
          <w:szCs w:val="22"/>
        </w:rPr>
        <w:t>.</w:t>
      </w:r>
      <w:bookmarkEnd w:id="0"/>
    </w:p>
    <w:p w14:paraId="3F020392" w14:textId="77777777" w:rsidR="00F62199" w:rsidRPr="00F6332C" w:rsidRDefault="00F62199" w:rsidP="00F03FCF">
      <w:pPr>
        <w:pStyle w:val="Nadpis2"/>
        <w:tabs>
          <w:tab w:val="clear" w:pos="4971"/>
          <w:tab w:val="num" w:pos="567"/>
        </w:tabs>
        <w:ind w:left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Zkoušky typové</w:t>
      </w:r>
    </w:p>
    <w:p w14:paraId="4B4FC717" w14:textId="17A922E9" w:rsidR="00F62199" w:rsidRDefault="00B64B5A">
      <w:pPr>
        <w:pStyle w:val="Zkladntext"/>
        <w:widowControl/>
        <w:rPr>
          <w:rFonts w:cs="Arial"/>
          <w:szCs w:val="22"/>
        </w:rPr>
      </w:pPr>
      <w:r>
        <w:rPr>
          <w:rFonts w:cs="Arial"/>
          <w:szCs w:val="22"/>
        </w:rPr>
        <w:t>F</w:t>
      </w:r>
      <w:r w:rsidR="009022D6" w:rsidRPr="00F6332C">
        <w:rPr>
          <w:rFonts w:cs="Arial"/>
          <w:szCs w:val="22"/>
        </w:rPr>
        <w:t>yz</w:t>
      </w:r>
      <w:r w:rsidR="00D15783" w:rsidRPr="00F6332C">
        <w:rPr>
          <w:rFonts w:cs="Arial"/>
          <w:szCs w:val="22"/>
        </w:rPr>
        <w:t>i</w:t>
      </w:r>
      <w:r w:rsidR="009022D6" w:rsidRPr="00F6332C">
        <w:rPr>
          <w:rFonts w:cs="Arial"/>
          <w:szCs w:val="22"/>
        </w:rPr>
        <w:t>k</w:t>
      </w:r>
      <w:r w:rsidR="00D15783" w:rsidRPr="00F6332C">
        <w:rPr>
          <w:rFonts w:cs="Arial"/>
          <w:szCs w:val="22"/>
        </w:rPr>
        <w:t>ální</w:t>
      </w:r>
      <w:r w:rsidR="009022D6" w:rsidRPr="00F6332C">
        <w:rPr>
          <w:rFonts w:cs="Arial"/>
          <w:szCs w:val="22"/>
        </w:rPr>
        <w:t xml:space="preserve"> zkouš</w:t>
      </w:r>
      <w:r>
        <w:rPr>
          <w:rFonts w:cs="Arial"/>
          <w:szCs w:val="22"/>
        </w:rPr>
        <w:t>ky</w:t>
      </w:r>
      <w:r w:rsidR="009022D6" w:rsidRPr="00F6332C">
        <w:rPr>
          <w:rFonts w:cs="Arial"/>
          <w:szCs w:val="22"/>
        </w:rPr>
        <w:t xml:space="preserve"> všech nabízených typů</w:t>
      </w:r>
      <w:r w:rsidR="00EF50A5">
        <w:rPr>
          <w:rFonts w:cs="Arial"/>
          <w:szCs w:val="22"/>
        </w:rPr>
        <w:t xml:space="preserve"> sloupů</w:t>
      </w:r>
      <w:r w:rsidR="00B51F7B">
        <w:rPr>
          <w:rFonts w:cs="Arial"/>
          <w:szCs w:val="22"/>
        </w:rPr>
        <w:t xml:space="preserve"> dle </w:t>
      </w:r>
      <w:r w:rsidR="00441098">
        <w:rPr>
          <w:rFonts w:cs="Arial"/>
          <w:szCs w:val="22"/>
        </w:rPr>
        <w:t xml:space="preserve">PNE </w:t>
      </w:r>
      <w:r w:rsidR="00DB19BE" w:rsidRPr="00220435">
        <w:rPr>
          <w:rFonts w:cs="Arial"/>
          <w:szCs w:val="22"/>
        </w:rPr>
        <w:t>34 8220</w:t>
      </w:r>
      <w:r w:rsidR="00220435" w:rsidRPr="00220435">
        <w:rPr>
          <w:rFonts w:cs="Arial"/>
          <w:szCs w:val="22"/>
        </w:rPr>
        <w:t xml:space="preserve"> (čl. 6.2, ČSN EN 13369)</w:t>
      </w:r>
      <w:r w:rsidR="004B6264">
        <w:rPr>
          <w:rFonts w:cs="Arial"/>
          <w:szCs w:val="22"/>
        </w:rPr>
        <w:t>.</w:t>
      </w:r>
    </w:p>
    <w:p w14:paraId="4E958908" w14:textId="03F9545B" w:rsidR="00147A92" w:rsidRDefault="00B64B5A" w:rsidP="00EF50A5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</w:t>
      </w:r>
      <w:r w:rsidR="00EF50A5" w:rsidRPr="000545BB">
        <w:rPr>
          <w:rFonts w:ascii="Arial" w:hAnsi="Arial" w:cs="Arial"/>
          <w:szCs w:val="22"/>
        </w:rPr>
        <w:t>rotokoly o zkouškách</w:t>
      </w:r>
      <w:r>
        <w:rPr>
          <w:rFonts w:ascii="Arial" w:hAnsi="Arial" w:cs="Arial"/>
          <w:szCs w:val="22"/>
        </w:rPr>
        <w:t>:</w:t>
      </w:r>
    </w:p>
    <w:p w14:paraId="59B6E347" w14:textId="77777777" w:rsidR="000E05B2" w:rsidRDefault="00C75A6F" w:rsidP="00B96C8C">
      <w:pPr>
        <w:pStyle w:val="Odstavecseseznamem"/>
        <w:numPr>
          <w:ilvl w:val="0"/>
          <w:numId w:val="3"/>
        </w:numPr>
        <w:ind w:left="714" w:hanging="357"/>
        <w:jc w:val="both"/>
        <w:rPr>
          <w:rFonts w:ascii="Arial" w:hAnsi="Arial" w:cs="Arial"/>
          <w:szCs w:val="22"/>
        </w:rPr>
      </w:pPr>
      <w:r w:rsidRPr="00147A92">
        <w:rPr>
          <w:rFonts w:ascii="Arial" w:hAnsi="Arial" w:cs="Arial"/>
          <w:szCs w:val="22"/>
        </w:rPr>
        <w:t xml:space="preserve">pevnosti betonu v tlaku </w:t>
      </w:r>
      <w:r w:rsidR="000E05B2" w:rsidRPr="00147A92">
        <w:rPr>
          <w:rFonts w:ascii="Arial" w:hAnsi="Arial" w:cs="Arial"/>
          <w:szCs w:val="22"/>
        </w:rPr>
        <w:t>dle čl. 3.1 PNE 34 8220 (čl. 5.1 ČSN EN 13369</w:t>
      </w:r>
      <w:r w:rsidR="00B70C18">
        <w:rPr>
          <w:rFonts w:ascii="Arial" w:hAnsi="Arial" w:cs="Arial"/>
          <w:szCs w:val="22"/>
        </w:rPr>
        <w:t>, ČSN EN 1239</w:t>
      </w:r>
      <w:r w:rsidR="00C54D5F">
        <w:rPr>
          <w:rFonts w:ascii="Arial" w:hAnsi="Arial" w:cs="Arial"/>
          <w:szCs w:val="22"/>
        </w:rPr>
        <w:t>0-</w:t>
      </w:r>
      <w:r w:rsidR="00B70C18">
        <w:rPr>
          <w:rFonts w:ascii="Arial" w:hAnsi="Arial" w:cs="Arial"/>
          <w:szCs w:val="22"/>
        </w:rPr>
        <w:t>3</w:t>
      </w:r>
      <w:r w:rsidR="000E05B2" w:rsidRPr="00147A92">
        <w:rPr>
          <w:rFonts w:ascii="Arial" w:hAnsi="Arial" w:cs="Arial"/>
          <w:szCs w:val="22"/>
        </w:rPr>
        <w:t>)</w:t>
      </w:r>
    </w:p>
    <w:p w14:paraId="5839FFCC" w14:textId="77777777" w:rsidR="00616D4C" w:rsidRDefault="00C75A6F" w:rsidP="00B96C8C">
      <w:pPr>
        <w:pStyle w:val="Odstavecseseznamem"/>
        <w:numPr>
          <w:ilvl w:val="0"/>
          <w:numId w:val="3"/>
        </w:numPr>
        <w:ind w:left="714" w:hanging="357"/>
        <w:jc w:val="both"/>
        <w:rPr>
          <w:rFonts w:ascii="Arial" w:hAnsi="Arial" w:cs="Arial"/>
          <w:szCs w:val="22"/>
        </w:rPr>
      </w:pPr>
      <w:r w:rsidRPr="00147A92">
        <w:rPr>
          <w:rFonts w:ascii="Arial" w:hAnsi="Arial" w:cs="Arial"/>
          <w:szCs w:val="22"/>
        </w:rPr>
        <w:t xml:space="preserve">vodotěsnosti betonu </w:t>
      </w:r>
      <w:r w:rsidR="00616D4C" w:rsidRPr="00147A92">
        <w:rPr>
          <w:rFonts w:ascii="Arial" w:hAnsi="Arial" w:cs="Arial"/>
          <w:szCs w:val="22"/>
        </w:rPr>
        <w:t>dle čl. 3.1, PNE 34 8220 (</w:t>
      </w:r>
      <w:r w:rsidR="00616D4C">
        <w:rPr>
          <w:rFonts w:ascii="Arial" w:hAnsi="Arial" w:cs="Arial"/>
          <w:szCs w:val="22"/>
        </w:rPr>
        <w:t xml:space="preserve">ČSN EN 12390-8, </w:t>
      </w:r>
      <w:r w:rsidR="00616D4C" w:rsidRPr="00147A92">
        <w:rPr>
          <w:rFonts w:ascii="Arial" w:hAnsi="Arial" w:cs="Arial"/>
          <w:szCs w:val="22"/>
        </w:rPr>
        <w:t>čl. 5.1 ČSN EN 13369)</w:t>
      </w:r>
    </w:p>
    <w:p w14:paraId="44170941" w14:textId="77777777" w:rsidR="00C75A6F" w:rsidRDefault="00C75A6F" w:rsidP="00B96C8C">
      <w:pPr>
        <w:pStyle w:val="Odstavecseseznamem"/>
        <w:numPr>
          <w:ilvl w:val="0"/>
          <w:numId w:val="3"/>
        </w:numPr>
        <w:ind w:left="714" w:hanging="357"/>
        <w:jc w:val="both"/>
        <w:rPr>
          <w:rFonts w:ascii="Arial" w:hAnsi="Arial" w:cs="Arial"/>
          <w:szCs w:val="22"/>
        </w:rPr>
      </w:pPr>
      <w:r w:rsidRPr="00147A92">
        <w:rPr>
          <w:rFonts w:ascii="Arial" w:hAnsi="Arial" w:cs="Arial"/>
          <w:szCs w:val="22"/>
        </w:rPr>
        <w:t>odolnosti povrchu betonu proti působení vody a chemických rozmrazovacích látek, dle čl. 3.1, PNE 34 8220 (</w:t>
      </w:r>
      <w:r w:rsidR="00616D4C">
        <w:rPr>
          <w:rFonts w:ascii="Arial" w:hAnsi="Arial" w:cs="Arial"/>
          <w:szCs w:val="22"/>
        </w:rPr>
        <w:t>ČSN 73 1326</w:t>
      </w:r>
      <w:r w:rsidRPr="00147A92">
        <w:rPr>
          <w:rFonts w:ascii="Arial" w:hAnsi="Arial" w:cs="Arial"/>
          <w:szCs w:val="22"/>
        </w:rPr>
        <w:t>)</w:t>
      </w:r>
    </w:p>
    <w:p w14:paraId="42CADBC7" w14:textId="77777777" w:rsidR="00147A92" w:rsidRDefault="00EF50A5" w:rsidP="00B96C8C">
      <w:pPr>
        <w:pStyle w:val="Odstavecseseznamem"/>
        <w:numPr>
          <w:ilvl w:val="0"/>
          <w:numId w:val="3"/>
        </w:numPr>
        <w:ind w:left="714" w:hanging="357"/>
        <w:jc w:val="both"/>
        <w:rPr>
          <w:rFonts w:ascii="Arial" w:hAnsi="Arial" w:cs="Arial"/>
          <w:szCs w:val="22"/>
        </w:rPr>
      </w:pPr>
      <w:r w:rsidRPr="00147A92">
        <w:rPr>
          <w:rFonts w:ascii="Arial" w:hAnsi="Arial" w:cs="Arial"/>
          <w:szCs w:val="22"/>
        </w:rPr>
        <w:t>krycí vrstvy betonu</w:t>
      </w:r>
      <w:r w:rsidR="00220435" w:rsidRPr="00147A92">
        <w:rPr>
          <w:rFonts w:ascii="Arial" w:hAnsi="Arial" w:cs="Arial"/>
          <w:szCs w:val="22"/>
        </w:rPr>
        <w:t xml:space="preserve"> dle čl. 3.3, PNE 34 8220 (čl. 5.4, ČSN EN 12843, ČSN 73 1370, ČSN 73 1371 a ČSN 73 1373)</w:t>
      </w:r>
      <w:r w:rsidRPr="00147A92">
        <w:rPr>
          <w:rFonts w:ascii="Arial" w:hAnsi="Arial" w:cs="Arial"/>
          <w:szCs w:val="22"/>
        </w:rPr>
        <w:t>.</w:t>
      </w:r>
    </w:p>
    <w:p w14:paraId="7B5E40F9" w14:textId="77777777" w:rsidR="00EF50A5" w:rsidRDefault="00220435" w:rsidP="00B96C8C">
      <w:pPr>
        <w:pStyle w:val="Odstavecseseznamem"/>
        <w:numPr>
          <w:ilvl w:val="0"/>
          <w:numId w:val="3"/>
        </w:numPr>
        <w:spacing w:after="0"/>
        <w:jc w:val="both"/>
        <w:rPr>
          <w:rFonts w:ascii="Arial" w:hAnsi="Arial" w:cs="Arial"/>
          <w:szCs w:val="22"/>
        </w:rPr>
      </w:pPr>
      <w:r w:rsidRPr="00147A92">
        <w:rPr>
          <w:rFonts w:ascii="Arial" w:hAnsi="Arial" w:cs="Arial"/>
          <w:szCs w:val="22"/>
        </w:rPr>
        <w:t>mechanické odolnosti dle čl. 3.4, PNE 34 8220 (čl. 5.5, ČSN EN 12843), bez zkoušky pružnosti a kroucením</w:t>
      </w:r>
      <w:r w:rsidR="00EF50A5" w:rsidRPr="00147A92">
        <w:rPr>
          <w:rFonts w:ascii="Arial" w:hAnsi="Arial" w:cs="Arial"/>
          <w:szCs w:val="22"/>
        </w:rPr>
        <w:t>.</w:t>
      </w:r>
    </w:p>
    <w:p w14:paraId="69EF8EEF" w14:textId="77777777" w:rsidR="00227634" w:rsidRDefault="00227634" w:rsidP="00B96C8C">
      <w:pPr>
        <w:pStyle w:val="Odstavecseseznamem"/>
        <w:spacing w:after="0"/>
        <w:jc w:val="both"/>
        <w:rPr>
          <w:rFonts w:ascii="Arial" w:hAnsi="Arial" w:cs="Arial"/>
          <w:szCs w:val="22"/>
        </w:rPr>
      </w:pPr>
      <w:r w:rsidRPr="00F6332C">
        <w:rPr>
          <w:rFonts w:ascii="Arial" w:hAnsi="Arial" w:cs="Arial"/>
          <w:szCs w:val="22"/>
        </w:rPr>
        <w:t xml:space="preserve">Při zkoušce ohybem </w:t>
      </w:r>
      <w:r>
        <w:rPr>
          <w:rFonts w:ascii="Arial" w:hAnsi="Arial" w:cs="Arial"/>
          <w:szCs w:val="22"/>
        </w:rPr>
        <w:t xml:space="preserve">dle čl. 5.5.2, ČSN EN 12843, </w:t>
      </w:r>
      <w:r w:rsidRPr="00F6332C">
        <w:rPr>
          <w:rFonts w:ascii="Arial" w:hAnsi="Arial" w:cs="Arial"/>
          <w:szCs w:val="22"/>
        </w:rPr>
        <w:t>bude délka zakotvení sloupu odpovídat hloubce vetknutí sloupu do základu</w:t>
      </w:r>
      <w:r>
        <w:rPr>
          <w:rFonts w:ascii="Arial" w:hAnsi="Arial" w:cs="Arial"/>
          <w:szCs w:val="22"/>
        </w:rPr>
        <w:t xml:space="preserve"> dle PNE 34 8220</w:t>
      </w:r>
      <w:r w:rsidRPr="00F6332C">
        <w:rPr>
          <w:rFonts w:ascii="Arial" w:hAnsi="Arial" w:cs="Arial"/>
          <w:szCs w:val="22"/>
        </w:rPr>
        <w:t xml:space="preserve">. Po celý průběh zkoušky budou registrovány polohy </w:t>
      </w:r>
      <w:r>
        <w:rPr>
          <w:rFonts w:ascii="Arial" w:hAnsi="Arial" w:cs="Arial"/>
          <w:szCs w:val="22"/>
        </w:rPr>
        <w:t xml:space="preserve">a velikosti </w:t>
      </w:r>
      <w:r w:rsidRPr="00F6332C">
        <w:rPr>
          <w:rFonts w:ascii="Arial" w:hAnsi="Arial" w:cs="Arial"/>
          <w:szCs w:val="22"/>
        </w:rPr>
        <w:t xml:space="preserve">vzniklých trhlin </w:t>
      </w:r>
      <w:r>
        <w:rPr>
          <w:rFonts w:ascii="Arial" w:hAnsi="Arial" w:cs="Arial"/>
          <w:szCs w:val="22"/>
        </w:rPr>
        <w:t xml:space="preserve">ve vzdálenostech </w:t>
      </w:r>
      <w:r w:rsidRPr="00F6332C">
        <w:rPr>
          <w:rFonts w:ascii="Arial" w:hAnsi="Arial" w:cs="Arial"/>
          <w:szCs w:val="22"/>
        </w:rPr>
        <w:t>od pat sloupů</w:t>
      </w:r>
      <w:r>
        <w:rPr>
          <w:rFonts w:ascii="Arial" w:hAnsi="Arial" w:cs="Arial"/>
          <w:szCs w:val="22"/>
        </w:rPr>
        <w:t>, současně s velikostmi zatěžovacích sil v momentech vzniků trhlin</w:t>
      </w:r>
      <w:r w:rsidRPr="00F6332C">
        <w:rPr>
          <w:rFonts w:ascii="Arial" w:hAnsi="Arial" w:cs="Arial"/>
          <w:szCs w:val="22"/>
        </w:rPr>
        <w:t>.</w:t>
      </w:r>
    </w:p>
    <w:p w14:paraId="264B580B" w14:textId="77777777" w:rsidR="00227634" w:rsidRPr="00147A92" w:rsidRDefault="00280284" w:rsidP="00B96C8C">
      <w:pPr>
        <w:pStyle w:val="Odstavecseseznamem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V</w:t>
      </w:r>
      <w:r w:rsidR="00227634" w:rsidRPr="00E64EEB">
        <w:rPr>
          <w:rFonts w:ascii="Arial" w:hAnsi="Arial" w:cs="Arial"/>
          <w:szCs w:val="22"/>
        </w:rPr>
        <w:t xml:space="preserve"> protokolu o provedené zkoušce </w:t>
      </w:r>
      <w:r>
        <w:rPr>
          <w:rFonts w:ascii="Arial" w:hAnsi="Arial" w:cs="Arial"/>
          <w:szCs w:val="22"/>
        </w:rPr>
        <w:t xml:space="preserve">musí být uvedeny </w:t>
      </w:r>
      <w:r w:rsidR="00227634" w:rsidRPr="00E64EEB">
        <w:rPr>
          <w:rFonts w:ascii="Arial" w:hAnsi="Arial" w:cs="Arial"/>
          <w:szCs w:val="22"/>
        </w:rPr>
        <w:t xml:space="preserve">hodnoty vychýlení vrcholů sloupů v mezním stavu použitelnosti dle čl. </w:t>
      </w:r>
      <w:r w:rsidR="00227634">
        <w:rPr>
          <w:rFonts w:ascii="Arial" w:hAnsi="Arial" w:cs="Arial"/>
          <w:szCs w:val="22"/>
        </w:rPr>
        <w:t>7.9</w:t>
      </w:r>
      <w:r w:rsidR="00227634" w:rsidRPr="00E64EEB">
        <w:rPr>
          <w:rFonts w:ascii="Arial" w:hAnsi="Arial" w:cs="Arial"/>
          <w:szCs w:val="22"/>
        </w:rPr>
        <w:t>.6</w:t>
      </w:r>
      <w:r w:rsidR="00227634">
        <w:rPr>
          <w:rFonts w:ascii="Arial" w:hAnsi="Arial" w:cs="Arial"/>
          <w:szCs w:val="22"/>
        </w:rPr>
        <w:t>,</w:t>
      </w:r>
      <w:r w:rsidR="00227634" w:rsidRPr="00E64EEB">
        <w:rPr>
          <w:rFonts w:ascii="Arial" w:hAnsi="Arial" w:cs="Arial"/>
          <w:szCs w:val="22"/>
        </w:rPr>
        <w:t xml:space="preserve"> PNE 33 3301.</w:t>
      </w:r>
    </w:p>
    <w:p w14:paraId="337D6315" w14:textId="77777777" w:rsidR="00F62199" w:rsidRPr="00F6332C" w:rsidRDefault="00F62199" w:rsidP="00F03FCF">
      <w:pPr>
        <w:pStyle w:val="Nadpis2"/>
        <w:tabs>
          <w:tab w:val="clear" w:pos="4971"/>
          <w:tab w:val="num" w:pos="567"/>
        </w:tabs>
        <w:ind w:left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 xml:space="preserve">Zkoušky </w:t>
      </w:r>
      <w:r w:rsidRPr="00EF50A5">
        <w:rPr>
          <w:rFonts w:ascii="Arial" w:hAnsi="Arial" w:cs="Arial"/>
          <w:sz w:val="22"/>
          <w:szCs w:val="22"/>
        </w:rPr>
        <w:t>výběrové</w:t>
      </w:r>
    </w:p>
    <w:p w14:paraId="6C4EE23C" w14:textId="784B1A75" w:rsidR="00465E92" w:rsidRPr="00F6332C" w:rsidRDefault="00C71FE7" w:rsidP="0054272A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kern w:val="16"/>
          <w:szCs w:val="22"/>
        </w:rPr>
        <w:t>Náhodný výběr</w:t>
      </w:r>
      <w:r w:rsidR="00591EF0">
        <w:rPr>
          <w:rFonts w:ascii="Arial" w:hAnsi="Arial" w:cs="Arial"/>
          <w:kern w:val="16"/>
          <w:szCs w:val="22"/>
        </w:rPr>
        <w:t xml:space="preserve"> </w:t>
      </w:r>
      <w:r w:rsidR="00354D6E">
        <w:rPr>
          <w:rFonts w:ascii="Arial" w:hAnsi="Arial" w:cs="Arial"/>
          <w:kern w:val="16"/>
          <w:szCs w:val="22"/>
        </w:rPr>
        <w:t xml:space="preserve">sloupů </w:t>
      </w:r>
      <w:r w:rsidR="00591EF0">
        <w:rPr>
          <w:rFonts w:ascii="Arial" w:hAnsi="Arial" w:cs="Arial"/>
          <w:kern w:val="16"/>
          <w:szCs w:val="22"/>
        </w:rPr>
        <w:t>a v rozsahu stanoveném kupujícím</w:t>
      </w:r>
      <w:r w:rsidR="00354D6E">
        <w:rPr>
          <w:rFonts w:ascii="Arial" w:hAnsi="Arial" w:cs="Arial"/>
          <w:kern w:val="16"/>
          <w:szCs w:val="22"/>
        </w:rPr>
        <w:t xml:space="preserve"> dle PNE 34 8220</w:t>
      </w:r>
      <w:r w:rsidR="00465E92" w:rsidRPr="00F6332C">
        <w:rPr>
          <w:rFonts w:ascii="Arial" w:hAnsi="Arial" w:cs="Arial"/>
          <w:szCs w:val="22"/>
        </w:rPr>
        <w:t>.</w:t>
      </w:r>
    </w:p>
    <w:p w14:paraId="294A0E2F" w14:textId="77777777" w:rsidR="00F62199" w:rsidRPr="00F6332C" w:rsidRDefault="00F62199" w:rsidP="00F03FCF">
      <w:pPr>
        <w:pStyle w:val="Nadpis2"/>
        <w:tabs>
          <w:tab w:val="clear" w:pos="4971"/>
          <w:tab w:val="num" w:pos="567"/>
        </w:tabs>
        <w:ind w:left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Zkoušky kusové</w:t>
      </w:r>
    </w:p>
    <w:p w14:paraId="190EFA9E" w14:textId="539469C9" w:rsidR="00F62199" w:rsidRPr="00F6332C" w:rsidRDefault="004B0665" w:rsidP="0054272A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kern w:val="16"/>
          <w:szCs w:val="22"/>
        </w:rPr>
        <w:t>Pro každý</w:t>
      </w:r>
      <w:r w:rsidR="00354D6E">
        <w:rPr>
          <w:rFonts w:ascii="Arial" w:hAnsi="Arial" w:cs="Arial"/>
          <w:kern w:val="16"/>
          <w:szCs w:val="22"/>
        </w:rPr>
        <w:t xml:space="preserve"> vyroben</w:t>
      </w:r>
      <w:r>
        <w:rPr>
          <w:rFonts w:ascii="Arial" w:hAnsi="Arial" w:cs="Arial"/>
          <w:kern w:val="16"/>
          <w:szCs w:val="22"/>
        </w:rPr>
        <w:t>ý</w:t>
      </w:r>
      <w:r w:rsidR="00354D6E">
        <w:rPr>
          <w:rFonts w:ascii="Arial" w:hAnsi="Arial" w:cs="Arial"/>
          <w:kern w:val="16"/>
          <w:szCs w:val="22"/>
        </w:rPr>
        <w:t xml:space="preserve"> sloup v rozsahu </w:t>
      </w:r>
      <w:r w:rsidR="00AD7509">
        <w:rPr>
          <w:rFonts w:ascii="Arial" w:hAnsi="Arial" w:cs="Arial"/>
          <w:kern w:val="16"/>
          <w:szCs w:val="22"/>
        </w:rPr>
        <w:t>pohledové kontroly vzhledu a kontrolní</w:t>
      </w:r>
      <w:r w:rsidR="00354D6E">
        <w:rPr>
          <w:rFonts w:ascii="Arial" w:hAnsi="Arial" w:cs="Arial"/>
          <w:kern w:val="16"/>
          <w:szCs w:val="22"/>
        </w:rPr>
        <w:t>ho</w:t>
      </w:r>
      <w:r w:rsidR="00AD7509">
        <w:rPr>
          <w:rFonts w:ascii="Arial" w:hAnsi="Arial" w:cs="Arial"/>
          <w:kern w:val="16"/>
          <w:szCs w:val="22"/>
        </w:rPr>
        <w:t xml:space="preserve"> měření rozměrů </w:t>
      </w:r>
      <w:r w:rsidR="00C02FFD" w:rsidRPr="00C02FFD">
        <w:rPr>
          <w:rFonts w:ascii="Arial" w:hAnsi="Arial" w:cs="Arial"/>
          <w:kern w:val="16"/>
          <w:szCs w:val="22"/>
        </w:rPr>
        <w:t>dle</w:t>
      </w:r>
      <w:r w:rsidR="00AD7509">
        <w:rPr>
          <w:rFonts w:ascii="Arial" w:hAnsi="Arial" w:cs="Arial"/>
          <w:kern w:val="16"/>
          <w:szCs w:val="22"/>
        </w:rPr>
        <w:t xml:space="preserve"> </w:t>
      </w:r>
      <w:r w:rsidR="006A0092">
        <w:rPr>
          <w:rFonts w:ascii="Arial" w:hAnsi="Arial" w:cs="Arial"/>
          <w:kern w:val="16"/>
          <w:szCs w:val="22"/>
        </w:rPr>
        <w:t>čl. 3.2, PNE 34 8220</w:t>
      </w:r>
      <w:r w:rsidR="006A0092">
        <w:rPr>
          <w:rFonts w:ascii="Arial" w:hAnsi="Arial" w:cs="Arial"/>
          <w:szCs w:val="22"/>
        </w:rPr>
        <w:t xml:space="preserve"> (</w:t>
      </w:r>
      <w:r w:rsidR="00AD7509">
        <w:rPr>
          <w:rFonts w:ascii="Arial" w:hAnsi="Arial" w:cs="Arial"/>
          <w:szCs w:val="22"/>
        </w:rPr>
        <w:t>čl. 5, ČSN EN 12843</w:t>
      </w:r>
      <w:r w:rsidR="006A0092">
        <w:rPr>
          <w:rFonts w:ascii="Arial" w:hAnsi="Arial" w:cs="Arial"/>
          <w:szCs w:val="22"/>
        </w:rPr>
        <w:t>)</w:t>
      </w:r>
      <w:r w:rsidR="003651C3" w:rsidRPr="00F6332C">
        <w:rPr>
          <w:rFonts w:ascii="Arial" w:hAnsi="Arial" w:cs="Arial"/>
          <w:szCs w:val="22"/>
        </w:rPr>
        <w:t>.</w:t>
      </w:r>
    </w:p>
    <w:p w14:paraId="6EB13532" w14:textId="77777777" w:rsidR="00F62199" w:rsidRPr="00F6332C" w:rsidRDefault="00F62199" w:rsidP="000A6AFF">
      <w:pPr>
        <w:pStyle w:val="Nadpis1"/>
        <w:tabs>
          <w:tab w:val="clear" w:pos="432"/>
          <w:tab w:val="num" w:pos="567"/>
        </w:tabs>
        <w:spacing w:before="360"/>
        <w:ind w:left="567" w:hanging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Dokumentace</w:t>
      </w:r>
    </w:p>
    <w:p w14:paraId="1F52A90A" w14:textId="089CE33E" w:rsidR="00F62199" w:rsidRPr="00F6332C" w:rsidRDefault="00F62199">
      <w:pPr>
        <w:jc w:val="both"/>
        <w:rPr>
          <w:rFonts w:ascii="Arial" w:hAnsi="Arial" w:cs="Arial"/>
          <w:szCs w:val="22"/>
        </w:rPr>
      </w:pPr>
      <w:r w:rsidRPr="00F6332C">
        <w:rPr>
          <w:rFonts w:ascii="Arial" w:hAnsi="Arial" w:cs="Arial"/>
          <w:szCs w:val="22"/>
        </w:rPr>
        <w:t>Všechny podklady, dokumenty a popisy musí být v českém nebo slovenském jazyce</w:t>
      </w:r>
      <w:r w:rsidR="00DA6450">
        <w:rPr>
          <w:rFonts w:ascii="Arial" w:hAnsi="Arial" w:cs="Arial"/>
          <w:szCs w:val="22"/>
        </w:rPr>
        <w:t>.</w:t>
      </w:r>
      <w:r w:rsidRPr="00F6332C">
        <w:rPr>
          <w:rFonts w:ascii="Arial" w:hAnsi="Arial" w:cs="Arial"/>
          <w:szCs w:val="22"/>
        </w:rPr>
        <w:t xml:space="preserve"> </w:t>
      </w:r>
      <w:r w:rsidR="00DA6450">
        <w:rPr>
          <w:rFonts w:ascii="Arial" w:hAnsi="Arial" w:cs="Arial"/>
          <w:szCs w:val="22"/>
        </w:rPr>
        <w:t>P</w:t>
      </w:r>
      <w:r w:rsidR="00DA6450" w:rsidRPr="00F6332C">
        <w:rPr>
          <w:rFonts w:ascii="Arial" w:hAnsi="Arial" w:cs="Arial"/>
          <w:szCs w:val="22"/>
        </w:rPr>
        <w:t>rotokol</w:t>
      </w:r>
      <w:r w:rsidR="00DA6450">
        <w:rPr>
          <w:rFonts w:ascii="Arial" w:hAnsi="Arial" w:cs="Arial"/>
          <w:szCs w:val="22"/>
        </w:rPr>
        <w:t>y</w:t>
      </w:r>
      <w:r w:rsidR="00DA6450" w:rsidRPr="00F6332C">
        <w:rPr>
          <w:rFonts w:ascii="Arial" w:hAnsi="Arial" w:cs="Arial"/>
          <w:szCs w:val="22"/>
        </w:rPr>
        <w:t xml:space="preserve"> </w:t>
      </w:r>
      <w:r w:rsidRPr="00F6332C">
        <w:rPr>
          <w:rFonts w:ascii="Arial" w:hAnsi="Arial" w:cs="Arial"/>
          <w:szCs w:val="22"/>
        </w:rPr>
        <w:t>o zkouškách provedených v zahraniční zkušebně</w:t>
      </w:r>
      <w:r w:rsidR="00DA6450">
        <w:rPr>
          <w:rFonts w:ascii="Arial" w:hAnsi="Arial" w:cs="Arial"/>
          <w:szCs w:val="22"/>
        </w:rPr>
        <w:t xml:space="preserve"> musí být přeložen</w:t>
      </w:r>
      <w:r w:rsidR="002B61BF">
        <w:rPr>
          <w:rFonts w:ascii="Arial" w:hAnsi="Arial" w:cs="Arial"/>
          <w:szCs w:val="22"/>
        </w:rPr>
        <w:t>y</w:t>
      </w:r>
      <w:r w:rsidR="00D003EA">
        <w:rPr>
          <w:rFonts w:ascii="Arial" w:hAnsi="Arial" w:cs="Arial"/>
          <w:szCs w:val="22"/>
        </w:rPr>
        <w:t xml:space="preserve"> (prostý překlad) </w:t>
      </w:r>
      <w:r w:rsidR="00DA6450">
        <w:rPr>
          <w:rFonts w:ascii="Arial" w:hAnsi="Arial" w:cs="Arial"/>
          <w:szCs w:val="22"/>
        </w:rPr>
        <w:t>do jazyka českého</w:t>
      </w:r>
      <w:r w:rsidR="00D003EA">
        <w:rPr>
          <w:rFonts w:ascii="Arial" w:hAnsi="Arial" w:cs="Arial"/>
          <w:szCs w:val="22"/>
        </w:rPr>
        <w:t xml:space="preserve"> nebo slovenského (pouze textové části).</w:t>
      </w:r>
    </w:p>
    <w:p w14:paraId="412BB16F" w14:textId="4342CE0F" w:rsidR="00F97560" w:rsidRPr="00F97560" w:rsidRDefault="00F97560" w:rsidP="006F4F9B">
      <w:pPr>
        <w:jc w:val="both"/>
        <w:rPr>
          <w:rFonts w:ascii="Arial" w:hAnsi="Arial" w:cs="Arial"/>
          <w:szCs w:val="22"/>
        </w:rPr>
      </w:pPr>
      <w:r w:rsidRPr="00F97560">
        <w:rPr>
          <w:rFonts w:ascii="Arial" w:hAnsi="Arial" w:cs="Arial"/>
          <w:szCs w:val="22"/>
        </w:rPr>
        <w:t>Protokoly o provedených zkouškách mohou být v souladu s ČSN EN 12843 zhotovovány zaměstnancem výrobce, proškoleným od akreditované zkušebny podle ČSN EN ISO/IEC 17025, s kalibrovanými měřidly.</w:t>
      </w:r>
    </w:p>
    <w:p w14:paraId="4442D022" w14:textId="7E839631" w:rsidR="00F97560" w:rsidRPr="00F97560" w:rsidRDefault="006F4F9B" w:rsidP="00E221D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</w:t>
      </w:r>
      <w:r w:rsidR="00F97560" w:rsidRPr="00F97560">
        <w:rPr>
          <w:rFonts w:ascii="Arial" w:hAnsi="Arial" w:cs="Arial"/>
          <w:szCs w:val="22"/>
        </w:rPr>
        <w:t xml:space="preserve">rotokoly </w:t>
      </w:r>
      <w:r w:rsidRPr="00F97560">
        <w:rPr>
          <w:rFonts w:ascii="Arial" w:hAnsi="Arial" w:cs="Arial"/>
          <w:szCs w:val="22"/>
        </w:rPr>
        <w:t xml:space="preserve">o provedených zkouškách </w:t>
      </w:r>
      <w:r w:rsidR="00F97560" w:rsidRPr="00F97560">
        <w:rPr>
          <w:rFonts w:ascii="Arial" w:hAnsi="Arial" w:cs="Arial"/>
          <w:szCs w:val="22"/>
        </w:rPr>
        <w:t>vyhotovené výrobcem</w:t>
      </w:r>
      <w:r w:rsidR="00DC0D14" w:rsidRPr="00DC0D14">
        <w:rPr>
          <w:rFonts w:ascii="Arial" w:hAnsi="Arial" w:cs="Arial"/>
          <w:szCs w:val="22"/>
        </w:rPr>
        <w:t>, resp. zaměstnancem výrobce bez akreditace,</w:t>
      </w:r>
      <w:r w:rsidR="00F97560" w:rsidRPr="00F97560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budou doloženy </w:t>
      </w:r>
      <w:r w:rsidR="00F97560" w:rsidRPr="00F97560">
        <w:rPr>
          <w:rFonts w:ascii="Arial" w:hAnsi="Arial" w:cs="Arial"/>
          <w:szCs w:val="22"/>
        </w:rPr>
        <w:t xml:space="preserve">společně s čestným prohlášením dozorující akreditované zkušebny o splnění všech požadavků zkoušek a řádného stavu měřidel </w:t>
      </w:r>
      <w:r w:rsidR="00E221DE" w:rsidRPr="00E221DE">
        <w:rPr>
          <w:rFonts w:ascii="Arial" w:hAnsi="Arial" w:cs="Arial"/>
          <w:szCs w:val="22"/>
        </w:rPr>
        <w:t>nebo namísto čestného prohlášení</w:t>
      </w:r>
      <w:r w:rsidR="00E221DE">
        <w:rPr>
          <w:rFonts w:ascii="Arial" w:hAnsi="Arial" w:cs="Arial"/>
          <w:szCs w:val="22"/>
        </w:rPr>
        <w:t xml:space="preserve"> </w:t>
      </w:r>
      <w:r w:rsidR="00E221DE" w:rsidRPr="00E221DE">
        <w:rPr>
          <w:rFonts w:ascii="Arial" w:hAnsi="Arial" w:cs="Arial"/>
          <w:szCs w:val="22"/>
        </w:rPr>
        <w:t>doloží tyto protokoly společně s Certifikátem systému řízení výroby dle § 6</w:t>
      </w:r>
      <w:r w:rsidR="00E221DE">
        <w:rPr>
          <w:rFonts w:ascii="Arial" w:hAnsi="Arial" w:cs="Arial"/>
          <w:szCs w:val="22"/>
        </w:rPr>
        <w:t xml:space="preserve"> </w:t>
      </w:r>
      <w:r w:rsidR="00DE467B">
        <w:rPr>
          <w:rFonts w:ascii="Arial" w:hAnsi="Arial" w:cs="Arial"/>
          <w:szCs w:val="22"/>
        </w:rPr>
        <w:t>N</w:t>
      </w:r>
      <w:r w:rsidR="00E221DE" w:rsidRPr="00E221DE">
        <w:rPr>
          <w:rFonts w:ascii="Arial" w:hAnsi="Arial" w:cs="Arial"/>
          <w:szCs w:val="22"/>
        </w:rPr>
        <w:t>ařízení vlády č. 163/2002 Sb., ve znění pozdějších předpisů</w:t>
      </w:r>
      <w:r w:rsidR="00E221DE">
        <w:rPr>
          <w:rFonts w:ascii="Arial" w:hAnsi="Arial" w:cs="Arial"/>
          <w:szCs w:val="22"/>
        </w:rPr>
        <w:t>.</w:t>
      </w:r>
      <w:r w:rsidR="00F97560" w:rsidRPr="00F97560">
        <w:rPr>
          <w:rFonts w:ascii="Arial" w:hAnsi="Arial" w:cs="Arial"/>
          <w:szCs w:val="22"/>
        </w:rPr>
        <w:t xml:space="preserve"> </w:t>
      </w:r>
      <w:r w:rsidR="00E221DE">
        <w:rPr>
          <w:rFonts w:ascii="Arial" w:hAnsi="Arial" w:cs="Arial"/>
          <w:szCs w:val="22"/>
        </w:rPr>
        <w:t>V obou případech budou protokoly doloženy společně s </w:t>
      </w:r>
      <w:r w:rsidR="00F97560" w:rsidRPr="00F97560">
        <w:rPr>
          <w:rFonts w:ascii="Arial" w:hAnsi="Arial" w:cs="Arial"/>
          <w:szCs w:val="22"/>
        </w:rPr>
        <w:t>osvědčení</w:t>
      </w:r>
      <w:r w:rsidR="00E221DE">
        <w:rPr>
          <w:rFonts w:ascii="Arial" w:hAnsi="Arial" w:cs="Arial"/>
          <w:szCs w:val="22"/>
        </w:rPr>
        <w:t>m</w:t>
      </w:r>
      <w:r w:rsidR="00F97560" w:rsidRPr="00F97560">
        <w:rPr>
          <w:rFonts w:ascii="Arial" w:hAnsi="Arial" w:cs="Arial"/>
          <w:szCs w:val="22"/>
        </w:rPr>
        <w:t xml:space="preserve"> pro zaměstnance </w:t>
      </w:r>
      <w:r w:rsidR="0076676C" w:rsidRPr="00F97560">
        <w:rPr>
          <w:rFonts w:ascii="Arial" w:hAnsi="Arial" w:cs="Arial"/>
          <w:szCs w:val="22"/>
        </w:rPr>
        <w:t xml:space="preserve">příslušného </w:t>
      </w:r>
      <w:r w:rsidR="0076676C">
        <w:rPr>
          <w:rFonts w:ascii="Arial" w:hAnsi="Arial" w:cs="Arial"/>
          <w:szCs w:val="22"/>
        </w:rPr>
        <w:t xml:space="preserve">výrobce </w:t>
      </w:r>
      <w:r w:rsidR="00F97560" w:rsidRPr="00F97560">
        <w:rPr>
          <w:rFonts w:ascii="Arial" w:hAnsi="Arial" w:cs="Arial"/>
          <w:szCs w:val="22"/>
        </w:rPr>
        <w:t>o</w:t>
      </w:r>
      <w:r w:rsidR="0076676C">
        <w:rPr>
          <w:rFonts w:ascii="Arial" w:hAnsi="Arial" w:cs="Arial"/>
          <w:szCs w:val="22"/>
        </w:rPr>
        <w:t> </w:t>
      </w:r>
      <w:r w:rsidR="00F97560" w:rsidRPr="00F97560">
        <w:rPr>
          <w:rFonts w:ascii="Arial" w:hAnsi="Arial" w:cs="Arial"/>
          <w:szCs w:val="22"/>
        </w:rPr>
        <w:t>proškolení zkušebních předpisů, postupů a vzorkování.</w:t>
      </w:r>
    </w:p>
    <w:p w14:paraId="523775E7" w14:textId="77777777" w:rsidR="00F97560" w:rsidRDefault="006F4F9B" w:rsidP="00E221DE">
      <w:pPr>
        <w:jc w:val="both"/>
        <w:rPr>
          <w:rFonts w:ascii="Arial" w:hAnsi="Arial" w:cs="Arial"/>
          <w:szCs w:val="22"/>
        </w:rPr>
      </w:pPr>
      <w:r w:rsidRPr="00F97560">
        <w:rPr>
          <w:rFonts w:ascii="Arial" w:hAnsi="Arial" w:cs="Arial"/>
          <w:szCs w:val="22"/>
        </w:rPr>
        <w:t xml:space="preserve">Protokoly o provedených zkouškách </w:t>
      </w:r>
      <w:r>
        <w:rPr>
          <w:rFonts w:ascii="Arial" w:hAnsi="Arial" w:cs="Arial"/>
          <w:szCs w:val="22"/>
        </w:rPr>
        <w:t xml:space="preserve">nesmí být starší </w:t>
      </w:r>
      <w:r w:rsidR="00F97560" w:rsidRPr="00F97560">
        <w:rPr>
          <w:rFonts w:ascii="Arial" w:hAnsi="Arial" w:cs="Arial"/>
          <w:szCs w:val="22"/>
        </w:rPr>
        <w:t>10 let.</w:t>
      </w:r>
    </w:p>
    <w:p w14:paraId="50FB1C47" w14:textId="77777777" w:rsidR="00F62199" w:rsidRPr="00F6332C" w:rsidRDefault="00F62199" w:rsidP="002A2FFD">
      <w:pPr>
        <w:pStyle w:val="Nadpis2"/>
        <w:tabs>
          <w:tab w:val="clear" w:pos="4971"/>
          <w:tab w:val="num" w:pos="426"/>
        </w:tabs>
        <w:ind w:left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Provozní předpis</w:t>
      </w:r>
    </w:p>
    <w:p w14:paraId="4C78AD4E" w14:textId="1671483E" w:rsidR="00F62199" w:rsidRPr="00F6332C" w:rsidRDefault="006063D8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</w:t>
      </w:r>
      <w:r w:rsidR="00F62199" w:rsidRPr="00F6332C">
        <w:rPr>
          <w:rFonts w:ascii="Arial" w:hAnsi="Arial" w:cs="Arial"/>
          <w:szCs w:val="22"/>
        </w:rPr>
        <w:t xml:space="preserve">ávod pro </w:t>
      </w:r>
      <w:r w:rsidR="00812DB0">
        <w:rPr>
          <w:rFonts w:ascii="Arial" w:hAnsi="Arial" w:cs="Arial"/>
          <w:szCs w:val="22"/>
        </w:rPr>
        <w:t xml:space="preserve">provozování, </w:t>
      </w:r>
      <w:r w:rsidR="00F62199" w:rsidRPr="00F6332C">
        <w:rPr>
          <w:rFonts w:ascii="Arial" w:hAnsi="Arial" w:cs="Arial"/>
          <w:szCs w:val="22"/>
        </w:rPr>
        <w:t>údržbu a revizi nabízených sloupů</w:t>
      </w:r>
      <w:r w:rsidR="00812DB0" w:rsidRPr="00812DB0">
        <w:rPr>
          <w:rFonts w:ascii="Arial" w:hAnsi="Arial" w:cs="Arial"/>
          <w:szCs w:val="22"/>
        </w:rPr>
        <w:t xml:space="preserve"> </w:t>
      </w:r>
      <w:r w:rsidR="00812DB0" w:rsidRPr="00F51DA6">
        <w:rPr>
          <w:rFonts w:ascii="Arial" w:hAnsi="Arial" w:cs="Arial"/>
          <w:szCs w:val="22"/>
        </w:rPr>
        <w:t xml:space="preserve">k dosažení životnosti zařízení požadované </w:t>
      </w:r>
      <w:r w:rsidR="00AD19AC">
        <w:rPr>
          <w:rFonts w:ascii="Arial" w:hAnsi="Arial" w:cs="Arial"/>
          <w:szCs w:val="22"/>
        </w:rPr>
        <w:t>kupujícím</w:t>
      </w:r>
      <w:r w:rsidR="00F62199" w:rsidRPr="00F6332C">
        <w:rPr>
          <w:rFonts w:ascii="Arial" w:hAnsi="Arial" w:cs="Arial"/>
          <w:szCs w:val="22"/>
        </w:rPr>
        <w:t>.</w:t>
      </w:r>
    </w:p>
    <w:p w14:paraId="4C9D5730" w14:textId="40D85E3C" w:rsidR="00F62199" w:rsidRPr="00F6332C" w:rsidRDefault="00F62199" w:rsidP="00F03FCF">
      <w:pPr>
        <w:pStyle w:val="Nadpis2"/>
        <w:tabs>
          <w:tab w:val="clear" w:pos="4971"/>
          <w:tab w:val="num" w:pos="567"/>
        </w:tabs>
        <w:ind w:left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Výkresy</w:t>
      </w:r>
    </w:p>
    <w:p w14:paraId="4B269BB6" w14:textId="1C4CA270" w:rsidR="00F62199" w:rsidRPr="00F6332C" w:rsidRDefault="006063D8" w:rsidP="005D3000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Technická</w:t>
      </w:r>
      <w:r w:rsidR="00812DB0" w:rsidRPr="00EC335D">
        <w:rPr>
          <w:rFonts w:ascii="Arial" w:hAnsi="Arial" w:cs="Arial"/>
          <w:szCs w:val="22"/>
        </w:rPr>
        <w:t xml:space="preserve"> dokumentac</w:t>
      </w:r>
      <w:r>
        <w:rPr>
          <w:rFonts w:ascii="Arial" w:hAnsi="Arial" w:cs="Arial"/>
          <w:szCs w:val="22"/>
        </w:rPr>
        <w:t>e</w:t>
      </w:r>
      <w:r w:rsidR="00812DB0" w:rsidRPr="00EC335D">
        <w:rPr>
          <w:rFonts w:ascii="Arial" w:hAnsi="Arial" w:cs="Arial"/>
          <w:szCs w:val="22"/>
        </w:rPr>
        <w:t xml:space="preserve"> obsahující </w:t>
      </w:r>
      <w:r w:rsidR="00CF108A">
        <w:rPr>
          <w:rFonts w:ascii="Arial" w:hAnsi="Arial" w:cs="Arial"/>
          <w:szCs w:val="22"/>
        </w:rPr>
        <w:t xml:space="preserve">detailní konstrukční </w:t>
      </w:r>
      <w:r w:rsidR="00812DB0" w:rsidRPr="00EC335D">
        <w:rPr>
          <w:rFonts w:ascii="Arial" w:hAnsi="Arial" w:cs="Arial"/>
          <w:szCs w:val="22"/>
        </w:rPr>
        <w:t xml:space="preserve">výkresy s vyznačením rozměrů součástí, </w:t>
      </w:r>
      <w:r w:rsidR="00E07B77">
        <w:rPr>
          <w:rFonts w:ascii="Arial" w:hAnsi="Arial" w:cs="Arial"/>
          <w:szCs w:val="22"/>
        </w:rPr>
        <w:t xml:space="preserve">parametry výztuží </w:t>
      </w:r>
      <w:r w:rsidR="00812DB0" w:rsidRPr="00EC335D">
        <w:rPr>
          <w:rFonts w:ascii="Arial" w:hAnsi="Arial" w:cs="Arial"/>
          <w:szCs w:val="22"/>
        </w:rPr>
        <w:t>i jejich toleranci</w:t>
      </w:r>
      <w:r w:rsidR="00AD19AC">
        <w:rPr>
          <w:rFonts w:ascii="Arial" w:hAnsi="Arial" w:cs="Arial"/>
          <w:szCs w:val="22"/>
        </w:rPr>
        <w:t xml:space="preserve"> dle PNE 34 8220</w:t>
      </w:r>
      <w:r w:rsidR="00812DB0" w:rsidRPr="00EC335D">
        <w:rPr>
          <w:rFonts w:ascii="Arial" w:hAnsi="Arial" w:cs="Arial"/>
          <w:szCs w:val="22"/>
        </w:rPr>
        <w:t>.</w:t>
      </w:r>
    </w:p>
    <w:p w14:paraId="233075B4" w14:textId="77777777" w:rsidR="00F62199" w:rsidRPr="00F6332C" w:rsidRDefault="00F62199" w:rsidP="002A2FFD">
      <w:pPr>
        <w:pStyle w:val="Nadpis2"/>
        <w:tabs>
          <w:tab w:val="clear" w:pos="4971"/>
          <w:tab w:val="num" w:pos="567"/>
        </w:tabs>
        <w:ind w:left="567" w:hanging="425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Montážní předpis</w:t>
      </w:r>
    </w:p>
    <w:p w14:paraId="1520330A" w14:textId="5C489C48" w:rsidR="00F62199" w:rsidRPr="00F6332C" w:rsidRDefault="006063D8" w:rsidP="000A5E80">
      <w:pPr>
        <w:ind w:left="63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Předpis výrobce pro montáž nabízeného zařízení.</w:t>
      </w:r>
    </w:p>
    <w:p w14:paraId="63EC36F7" w14:textId="77777777" w:rsidR="00DA6450" w:rsidRPr="00F6332C" w:rsidRDefault="00DA6450" w:rsidP="002A2FFD">
      <w:pPr>
        <w:pStyle w:val="Nadpis1"/>
        <w:pageBreakBefore/>
        <w:tabs>
          <w:tab w:val="clear" w:pos="432"/>
          <w:tab w:val="num" w:pos="567"/>
        </w:tabs>
        <w:spacing w:before="360"/>
        <w:ind w:left="567" w:hanging="141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lastRenderedPageBreak/>
        <w:t>Přílohy</w:t>
      </w:r>
    </w:p>
    <w:p w14:paraId="780583A9" w14:textId="0B55A1F6" w:rsidR="00DA6450" w:rsidRPr="00F6332C" w:rsidRDefault="00DA6450" w:rsidP="002A2FFD">
      <w:pPr>
        <w:pStyle w:val="Nadpis2"/>
        <w:keepNext w:val="0"/>
        <w:tabs>
          <w:tab w:val="clear" w:pos="4971"/>
          <w:tab w:val="num" w:pos="1134"/>
        </w:tabs>
        <w:ind w:left="578" w:firstLine="131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 xml:space="preserve">Příloha č. </w:t>
      </w:r>
      <w:r>
        <w:rPr>
          <w:rFonts w:ascii="Arial" w:hAnsi="Arial" w:cs="Arial"/>
          <w:sz w:val="22"/>
          <w:szCs w:val="22"/>
        </w:rPr>
        <w:t>1</w:t>
      </w:r>
      <w:r w:rsidR="002A2FFD">
        <w:rPr>
          <w:rFonts w:ascii="Arial" w:hAnsi="Arial" w:cs="Arial"/>
          <w:sz w:val="22"/>
          <w:szCs w:val="22"/>
        </w:rPr>
        <w:t xml:space="preserve"> </w:t>
      </w:r>
      <w:r w:rsidRPr="00F6332C">
        <w:rPr>
          <w:rFonts w:ascii="Arial" w:hAnsi="Arial" w:cs="Arial"/>
          <w:sz w:val="22"/>
          <w:szCs w:val="22"/>
        </w:rPr>
        <w:t>Výkres sloupu</w:t>
      </w:r>
    </w:p>
    <w:p w14:paraId="1858D7D9" w14:textId="27106222" w:rsidR="00603168" w:rsidRDefault="00603168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</w:p>
    <w:p w14:paraId="3A918573" w14:textId="062797F7" w:rsidR="00CF4675" w:rsidRDefault="00CF4675" w:rsidP="00F01D99">
      <w:pPr>
        <w:tabs>
          <w:tab w:val="center" w:pos="3828"/>
          <w:tab w:val="right" w:pos="4536"/>
          <w:tab w:val="right" w:pos="4962"/>
          <w:tab w:val="right" w:pos="5529"/>
        </w:tabs>
        <w:jc w:val="center"/>
        <w:rPr>
          <w:rFonts w:ascii="Arial" w:hAnsi="Arial" w:cs="Arial"/>
          <w:b/>
          <w:szCs w:val="22"/>
        </w:rPr>
      </w:pPr>
      <w:r w:rsidRPr="00CF4675">
        <w:rPr>
          <w:rFonts w:ascii="Arial" w:hAnsi="Arial" w:cs="Arial"/>
          <w:b/>
          <w:noProof/>
          <w:szCs w:val="22"/>
        </w:rPr>
        <w:drawing>
          <wp:inline distT="0" distB="0" distL="0" distR="0" wp14:anchorId="37FDA2B1" wp14:editId="342289F8">
            <wp:extent cx="2144021" cy="5135225"/>
            <wp:effectExtent l="0" t="0" r="889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73943" cy="5206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F4675" w:rsidSect="008344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304" w:right="851" w:bottom="180" w:left="1418" w:header="851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B1624" w14:textId="77777777" w:rsidR="002E7C87" w:rsidRDefault="002E7C87">
      <w:r>
        <w:separator/>
      </w:r>
    </w:p>
  </w:endnote>
  <w:endnote w:type="continuationSeparator" w:id="0">
    <w:p w14:paraId="0766C03E" w14:textId="77777777" w:rsidR="002E7C87" w:rsidRDefault="002E7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FE800" w14:textId="77777777" w:rsidR="00E74969" w:rsidRDefault="00E74969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31BC761" wp14:editId="7BBC90A1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A88A62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615CB1">
      <w:rPr>
        <w:rStyle w:val="slostrnky"/>
        <w:noProof/>
      </w:rPr>
      <w:t>7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  <w:p w14:paraId="47240884" w14:textId="77777777" w:rsidR="00E74969" w:rsidRDefault="00E74969"/>
  <w:p w14:paraId="4C67897E" w14:textId="77777777" w:rsidR="00E74969" w:rsidRDefault="00E7496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5F4B2" w14:textId="4858F7C4" w:rsidR="00E74969" w:rsidRDefault="00E74969" w:rsidP="003347AE">
    <w:pPr>
      <w:pStyle w:val="Zpat"/>
      <w:tabs>
        <w:tab w:val="clear" w:pos="4536"/>
        <w:tab w:val="clear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5B119" w14:textId="77777777" w:rsidR="00F10077" w:rsidRDefault="00F10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75B94" w14:textId="77777777" w:rsidR="002E7C87" w:rsidRDefault="002E7C87">
      <w:r>
        <w:separator/>
      </w:r>
    </w:p>
  </w:footnote>
  <w:footnote w:type="continuationSeparator" w:id="0">
    <w:p w14:paraId="05CDA778" w14:textId="77777777" w:rsidR="002E7C87" w:rsidRDefault="002E7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E74969" w14:paraId="01F11C80" w14:textId="77777777">
      <w:trPr>
        <w:cantSplit/>
        <w:trHeight w:val="360"/>
      </w:trPr>
      <w:tc>
        <w:tcPr>
          <w:tcW w:w="1418" w:type="dxa"/>
        </w:tcPr>
        <w:p w14:paraId="03D8F7C9" w14:textId="77777777" w:rsidR="00E74969" w:rsidRDefault="00E74969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35A68122" w14:textId="27BFE94D" w:rsidR="00E74969" w:rsidRDefault="00E74969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 w:rsidR="005F62D9">
            <w:rPr>
              <w:b/>
            </w:rPr>
            <w:t>10 3100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4FB4C826" w14:textId="4D2AC835" w:rsidR="00E74969" w:rsidRDefault="00E74969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fldSimple w:instr=" KEYWORDS  \* MERGEFORMAT ">
            <w:r w:rsidR="005F62D9">
              <w:t>únor 2024</w:t>
            </w:r>
          </w:fldSimple>
        </w:p>
      </w:tc>
      <w:tc>
        <w:tcPr>
          <w:tcW w:w="1701" w:type="dxa"/>
        </w:tcPr>
        <w:p w14:paraId="656F28A1" w14:textId="77777777" w:rsidR="00E74969" w:rsidRDefault="00E74969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7476859F" w14:textId="77777777" w:rsidR="00E74969" w:rsidRDefault="00E74969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9DF182B" w14:textId="77777777" w:rsidR="00E74969" w:rsidRDefault="00E74969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880E0" w14:textId="77777777" w:rsidR="00F10077" w:rsidRDefault="00F1007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EDB14" w14:textId="77777777" w:rsidR="00A01B7B" w:rsidRPr="00105331" w:rsidRDefault="00A01B7B" w:rsidP="00A01B7B">
    <w:pPr>
      <w:pStyle w:val="Zhlav"/>
      <w:spacing w:after="0"/>
      <w:jc w:val="right"/>
      <w:rPr>
        <w:rFonts w:ascii="Arial" w:hAnsi="Arial" w:cs="Arial"/>
        <w:b/>
        <w:sz w:val="18"/>
      </w:rPr>
    </w:pPr>
    <w:r w:rsidRPr="00105331">
      <w:rPr>
        <w:rFonts w:ascii="Arial" w:hAnsi="Arial" w:cs="Arial"/>
        <w:b/>
        <w:sz w:val="18"/>
      </w:rPr>
      <w:t xml:space="preserve">Číslo smlouvy kupujícího: </w:t>
    </w:r>
    <w:r w:rsidRPr="00EC5951">
      <w:rPr>
        <w:rFonts w:ascii="Arial" w:hAnsi="Arial" w:cs="Arial"/>
        <w:b/>
        <w:sz w:val="18"/>
        <w:highlight w:val="green"/>
      </w:rPr>
      <w:t>doplní zadavatel</w:t>
    </w:r>
  </w:p>
  <w:p w14:paraId="0E6765B6" w14:textId="4EB479D6" w:rsidR="00A01B7B" w:rsidRDefault="00A01B7B" w:rsidP="00A01B7B">
    <w:pPr>
      <w:pStyle w:val="Zhlav"/>
      <w:spacing w:after="0"/>
      <w:jc w:val="right"/>
      <w:rPr>
        <w:rFonts w:ascii="Arial" w:hAnsi="Arial" w:cs="Arial"/>
        <w:b/>
        <w:sz w:val="18"/>
      </w:rPr>
    </w:pPr>
    <w:r w:rsidRPr="00105331">
      <w:rPr>
        <w:rFonts w:ascii="Arial" w:hAnsi="Arial" w:cs="Arial"/>
        <w:b/>
        <w:sz w:val="18"/>
      </w:rPr>
      <w:t xml:space="preserve">Číslo smlouvy prodávajícího: </w:t>
    </w:r>
    <w:r w:rsidRPr="00EC5951">
      <w:rPr>
        <w:rFonts w:ascii="Arial" w:hAnsi="Arial" w:cs="Arial"/>
        <w:b/>
        <w:sz w:val="18"/>
        <w:highlight w:val="yellow"/>
      </w:rPr>
      <w:t xml:space="preserve">doplní </w:t>
    </w:r>
    <w:r w:rsidR="003635A9" w:rsidRPr="00EC5951">
      <w:rPr>
        <w:rFonts w:ascii="Arial" w:hAnsi="Arial" w:cs="Arial"/>
        <w:b/>
        <w:sz w:val="18"/>
        <w:highlight w:val="yellow"/>
      </w:rPr>
      <w:t>účastník</w:t>
    </w:r>
  </w:p>
  <w:p w14:paraId="378643F4" w14:textId="77777777" w:rsidR="00805893" w:rsidRDefault="00805893" w:rsidP="00A01B7B">
    <w:pPr>
      <w:pStyle w:val="Zhlav"/>
      <w:spacing w:after="0"/>
      <w:jc w:val="right"/>
      <w:rPr>
        <w:rFonts w:ascii="Arial" w:hAnsi="Arial" w:cs="Arial"/>
        <w:b/>
        <w:sz w:val="18"/>
      </w:rPr>
    </w:pPr>
  </w:p>
  <w:p w14:paraId="07CCF08E" w14:textId="77777777" w:rsidR="00805893" w:rsidRPr="00105331" w:rsidRDefault="00805893" w:rsidP="00A01B7B">
    <w:pPr>
      <w:pStyle w:val="Zhlav"/>
      <w:spacing w:after="0"/>
      <w:jc w:val="right"/>
      <w:rPr>
        <w:rFonts w:ascii="Arial" w:hAnsi="Arial" w:cs="Arial"/>
        <w:b/>
        <w:sz w:val="18"/>
      </w:rPr>
    </w:pPr>
  </w:p>
  <w:p w14:paraId="64DC37A8" w14:textId="2E9D2EB4" w:rsidR="00EB29EB" w:rsidRPr="002B61D7" w:rsidRDefault="00EB29EB" w:rsidP="00EB29EB">
    <w:pPr>
      <w:tabs>
        <w:tab w:val="left" w:pos="0"/>
      </w:tabs>
      <w:spacing w:after="60"/>
      <w:jc w:val="center"/>
      <w:rPr>
        <w:rFonts w:ascii="Arial" w:hAnsi="Arial" w:cs="Arial"/>
        <w:b/>
        <w:sz w:val="24"/>
      </w:rPr>
    </w:pPr>
    <w:r w:rsidRPr="002B61D7">
      <w:rPr>
        <w:rFonts w:ascii="Arial" w:hAnsi="Arial" w:cs="Arial"/>
        <w:b/>
        <w:bCs/>
        <w:iCs/>
        <w:sz w:val="24"/>
      </w:rPr>
      <w:t>Dodávky betonových sloupů</w:t>
    </w:r>
    <w:r w:rsidRPr="002B61D7">
      <w:rPr>
        <w:rFonts w:ascii="Arial" w:hAnsi="Arial" w:cs="Arial"/>
        <w:b/>
        <w:sz w:val="24"/>
      </w:rPr>
      <w:t xml:space="preserve"> </w:t>
    </w:r>
    <w:r w:rsidR="003635A9">
      <w:rPr>
        <w:rFonts w:ascii="Arial" w:hAnsi="Arial" w:cs="Arial"/>
        <w:b/>
        <w:sz w:val="24"/>
      </w:rPr>
      <w:t>I</w:t>
    </w:r>
  </w:p>
  <w:p w14:paraId="0FA05587" w14:textId="02936885" w:rsidR="00E74969" w:rsidRDefault="00EB29EB" w:rsidP="00805893">
    <w:pPr>
      <w:tabs>
        <w:tab w:val="left" w:pos="-1980"/>
        <w:tab w:val="left" w:pos="4680"/>
        <w:tab w:val="left" w:pos="4961"/>
      </w:tabs>
      <w:spacing w:before="120" w:line="280" w:lineRule="atLeast"/>
      <w:ind w:left="340" w:hanging="340"/>
      <w:jc w:val="center"/>
      <w:rPr>
        <w:rFonts w:ascii="Arial" w:hAnsi="Arial" w:cs="Arial"/>
        <w:b/>
        <w:sz w:val="24"/>
      </w:rPr>
    </w:pPr>
    <w:r w:rsidRPr="002B61D7">
      <w:rPr>
        <w:rFonts w:ascii="Arial" w:hAnsi="Arial" w:cs="Arial"/>
        <w:b/>
        <w:sz w:val="24"/>
      </w:rPr>
      <w:t xml:space="preserve">část </w:t>
    </w:r>
    <w:r w:rsidR="00F10077">
      <w:rPr>
        <w:rFonts w:ascii="Arial" w:hAnsi="Arial" w:cs="Arial"/>
        <w:b/>
        <w:sz w:val="24"/>
      </w:rPr>
      <w:t>B</w:t>
    </w:r>
  </w:p>
  <w:p w14:paraId="6C335FA3" w14:textId="77777777" w:rsidR="00612007" w:rsidRPr="00805893" w:rsidRDefault="00612007" w:rsidP="00805893">
    <w:pPr>
      <w:tabs>
        <w:tab w:val="left" w:pos="-1980"/>
        <w:tab w:val="left" w:pos="4680"/>
        <w:tab w:val="left" w:pos="4961"/>
      </w:tabs>
      <w:spacing w:before="120" w:line="280" w:lineRule="atLeast"/>
      <w:ind w:left="340" w:hanging="340"/>
      <w:jc w:val="center"/>
      <w:rPr>
        <w:rFonts w:ascii="Arial" w:hAnsi="Arial" w:cs="Arial"/>
        <w:b/>
        <w:sz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4971"/>
        </w:tabs>
        <w:ind w:left="4971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89F03FD"/>
    <w:multiLevelType w:val="hybridMultilevel"/>
    <w:tmpl w:val="B5E0C0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9140795">
    <w:abstractNumId w:val="0"/>
  </w:num>
  <w:num w:numId="2" w16cid:durableId="962150208">
    <w:abstractNumId w:val="2"/>
  </w:num>
  <w:num w:numId="3" w16cid:durableId="830606308">
    <w:abstractNumId w:val="1"/>
  </w:num>
  <w:num w:numId="4" w16cid:durableId="1224833544">
    <w:abstractNumId w:val="0"/>
  </w:num>
  <w:num w:numId="5" w16cid:durableId="1198003788">
    <w:abstractNumId w:val="0"/>
  </w:num>
  <w:num w:numId="6" w16cid:durableId="2083485545">
    <w:abstractNumId w:val="0"/>
  </w:num>
  <w:num w:numId="7" w16cid:durableId="1956597287">
    <w:abstractNumId w:val="0"/>
  </w:num>
  <w:num w:numId="8" w16cid:durableId="885602663">
    <w:abstractNumId w:val="0"/>
  </w:num>
  <w:num w:numId="9" w16cid:durableId="1218396001">
    <w:abstractNumId w:val="0"/>
  </w:num>
  <w:num w:numId="10" w16cid:durableId="1756978413">
    <w:abstractNumId w:val="0"/>
  </w:num>
  <w:num w:numId="11" w16cid:durableId="603271822">
    <w:abstractNumId w:val="0"/>
  </w:num>
  <w:num w:numId="12" w16cid:durableId="1215972933">
    <w:abstractNumId w:val="0"/>
  </w:num>
  <w:num w:numId="13" w16cid:durableId="219634000">
    <w:abstractNumId w:val="3"/>
  </w:num>
  <w:num w:numId="14" w16cid:durableId="1324237615">
    <w:abstractNumId w:val="0"/>
  </w:num>
  <w:num w:numId="15" w16cid:durableId="918438974">
    <w:abstractNumId w:val="0"/>
  </w:num>
  <w:num w:numId="16" w16cid:durableId="28378055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2FD"/>
    <w:rsid w:val="000155AD"/>
    <w:rsid w:val="00036232"/>
    <w:rsid w:val="0003745A"/>
    <w:rsid w:val="00053E3B"/>
    <w:rsid w:val="000545BB"/>
    <w:rsid w:val="000608EF"/>
    <w:rsid w:val="00073E98"/>
    <w:rsid w:val="0007781A"/>
    <w:rsid w:val="00082229"/>
    <w:rsid w:val="000A5E80"/>
    <w:rsid w:val="000A6AFF"/>
    <w:rsid w:val="000A6E4E"/>
    <w:rsid w:val="000B5FEC"/>
    <w:rsid w:val="000D366B"/>
    <w:rsid w:val="000D51AF"/>
    <w:rsid w:val="000E05B2"/>
    <w:rsid w:val="000E7F3C"/>
    <w:rsid w:val="000F5FA2"/>
    <w:rsid w:val="00105331"/>
    <w:rsid w:val="0011748F"/>
    <w:rsid w:val="001273FA"/>
    <w:rsid w:val="00130D42"/>
    <w:rsid w:val="001321F7"/>
    <w:rsid w:val="00137D76"/>
    <w:rsid w:val="00146A91"/>
    <w:rsid w:val="00147A92"/>
    <w:rsid w:val="00152F09"/>
    <w:rsid w:val="00161434"/>
    <w:rsid w:val="00161C75"/>
    <w:rsid w:val="0017196B"/>
    <w:rsid w:val="00172A75"/>
    <w:rsid w:val="001739B3"/>
    <w:rsid w:val="00185596"/>
    <w:rsid w:val="0019137D"/>
    <w:rsid w:val="001A5C57"/>
    <w:rsid w:val="001B0AA1"/>
    <w:rsid w:val="001B2109"/>
    <w:rsid w:val="001B26FF"/>
    <w:rsid w:val="001B2E69"/>
    <w:rsid w:val="001C27C9"/>
    <w:rsid w:val="001C7048"/>
    <w:rsid w:val="001D3E53"/>
    <w:rsid w:val="001E4FF7"/>
    <w:rsid w:val="001F14C0"/>
    <w:rsid w:val="001F41CD"/>
    <w:rsid w:val="001F4F63"/>
    <w:rsid w:val="00216BE5"/>
    <w:rsid w:val="00220435"/>
    <w:rsid w:val="0022375B"/>
    <w:rsid w:val="00226A6C"/>
    <w:rsid w:val="00227634"/>
    <w:rsid w:val="00231EFB"/>
    <w:rsid w:val="0023608A"/>
    <w:rsid w:val="00241E47"/>
    <w:rsid w:val="0024224D"/>
    <w:rsid w:val="002466E8"/>
    <w:rsid w:val="00263586"/>
    <w:rsid w:val="00264D9D"/>
    <w:rsid w:val="00274502"/>
    <w:rsid w:val="00280284"/>
    <w:rsid w:val="0028109E"/>
    <w:rsid w:val="0028408F"/>
    <w:rsid w:val="00285A3F"/>
    <w:rsid w:val="00294D1D"/>
    <w:rsid w:val="002A2FFD"/>
    <w:rsid w:val="002A5448"/>
    <w:rsid w:val="002A6BC4"/>
    <w:rsid w:val="002A6D8E"/>
    <w:rsid w:val="002B2C4D"/>
    <w:rsid w:val="002B399A"/>
    <w:rsid w:val="002B61BF"/>
    <w:rsid w:val="002B61D7"/>
    <w:rsid w:val="002B64A6"/>
    <w:rsid w:val="002B740C"/>
    <w:rsid w:val="002E1B48"/>
    <w:rsid w:val="002E7C87"/>
    <w:rsid w:val="002F380B"/>
    <w:rsid w:val="00312561"/>
    <w:rsid w:val="0031362D"/>
    <w:rsid w:val="00326BBE"/>
    <w:rsid w:val="00331F99"/>
    <w:rsid w:val="00333355"/>
    <w:rsid w:val="003347AE"/>
    <w:rsid w:val="00354D6E"/>
    <w:rsid w:val="003635A9"/>
    <w:rsid w:val="003651C3"/>
    <w:rsid w:val="0038087D"/>
    <w:rsid w:val="00393EB4"/>
    <w:rsid w:val="003A1931"/>
    <w:rsid w:val="003A1E6C"/>
    <w:rsid w:val="003A32FD"/>
    <w:rsid w:val="003A6DF2"/>
    <w:rsid w:val="003B21C4"/>
    <w:rsid w:val="003C5BB7"/>
    <w:rsid w:val="003D3616"/>
    <w:rsid w:val="003D47C0"/>
    <w:rsid w:val="003E1AE7"/>
    <w:rsid w:val="003E6A21"/>
    <w:rsid w:val="00401E37"/>
    <w:rsid w:val="00404011"/>
    <w:rsid w:val="00413D6E"/>
    <w:rsid w:val="00415224"/>
    <w:rsid w:val="004154F9"/>
    <w:rsid w:val="004306D6"/>
    <w:rsid w:val="00430DB4"/>
    <w:rsid w:val="00441098"/>
    <w:rsid w:val="004532BC"/>
    <w:rsid w:val="0045385F"/>
    <w:rsid w:val="00454DC4"/>
    <w:rsid w:val="00464C4A"/>
    <w:rsid w:val="00465E92"/>
    <w:rsid w:val="004757F0"/>
    <w:rsid w:val="00487F4F"/>
    <w:rsid w:val="00496B60"/>
    <w:rsid w:val="004A72FF"/>
    <w:rsid w:val="004B0665"/>
    <w:rsid w:val="004B6264"/>
    <w:rsid w:val="004D1601"/>
    <w:rsid w:val="004E4E41"/>
    <w:rsid w:val="004F5B3F"/>
    <w:rsid w:val="00503A87"/>
    <w:rsid w:val="00513523"/>
    <w:rsid w:val="005135CD"/>
    <w:rsid w:val="00516A97"/>
    <w:rsid w:val="00521D19"/>
    <w:rsid w:val="005325A9"/>
    <w:rsid w:val="00535AA1"/>
    <w:rsid w:val="00541891"/>
    <w:rsid w:val="00541F0E"/>
    <w:rsid w:val="0054272A"/>
    <w:rsid w:val="00543E29"/>
    <w:rsid w:val="00551173"/>
    <w:rsid w:val="005712DA"/>
    <w:rsid w:val="00573D81"/>
    <w:rsid w:val="00577DEE"/>
    <w:rsid w:val="00584338"/>
    <w:rsid w:val="00587147"/>
    <w:rsid w:val="00591EF0"/>
    <w:rsid w:val="005946ED"/>
    <w:rsid w:val="00595655"/>
    <w:rsid w:val="005967B7"/>
    <w:rsid w:val="005A0092"/>
    <w:rsid w:val="005B16A4"/>
    <w:rsid w:val="005B2CC0"/>
    <w:rsid w:val="005D3000"/>
    <w:rsid w:val="005D5F6F"/>
    <w:rsid w:val="005F1A93"/>
    <w:rsid w:val="005F62D9"/>
    <w:rsid w:val="00603168"/>
    <w:rsid w:val="00603E07"/>
    <w:rsid w:val="00604CF3"/>
    <w:rsid w:val="00605DDF"/>
    <w:rsid w:val="006063D8"/>
    <w:rsid w:val="00610AE5"/>
    <w:rsid w:val="00612007"/>
    <w:rsid w:val="00615CB1"/>
    <w:rsid w:val="00616D4C"/>
    <w:rsid w:val="0062125A"/>
    <w:rsid w:val="00635F79"/>
    <w:rsid w:val="00637568"/>
    <w:rsid w:val="00642E11"/>
    <w:rsid w:val="00667C90"/>
    <w:rsid w:val="00671DB0"/>
    <w:rsid w:val="00671FEF"/>
    <w:rsid w:val="006751C4"/>
    <w:rsid w:val="00686D2D"/>
    <w:rsid w:val="00696584"/>
    <w:rsid w:val="00696952"/>
    <w:rsid w:val="006A0092"/>
    <w:rsid w:val="006B50DE"/>
    <w:rsid w:val="006C2100"/>
    <w:rsid w:val="006D3039"/>
    <w:rsid w:val="006D748F"/>
    <w:rsid w:val="006F4F9B"/>
    <w:rsid w:val="007038E2"/>
    <w:rsid w:val="00712F25"/>
    <w:rsid w:val="007226FD"/>
    <w:rsid w:val="00745FDA"/>
    <w:rsid w:val="007467CB"/>
    <w:rsid w:val="00750631"/>
    <w:rsid w:val="00754FA8"/>
    <w:rsid w:val="00755B36"/>
    <w:rsid w:val="00764C9F"/>
    <w:rsid w:val="0076676C"/>
    <w:rsid w:val="00794576"/>
    <w:rsid w:val="007A11D7"/>
    <w:rsid w:val="007B6CF7"/>
    <w:rsid w:val="007C1F98"/>
    <w:rsid w:val="007C6528"/>
    <w:rsid w:val="007D71E7"/>
    <w:rsid w:val="007E1C6F"/>
    <w:rsid w:val="007F3343"/>
    <w:rsid w:val="007F60AB"/>
    <w:rsid w:val="00802286"/>
    <w:rsid w:val="00803729"/>
    <w:rsid w:val="00805893"/>
    <w:rsid w:val="00812DB0"/>
    <w:rsid w:val="00823D37"/>
    <w:rsid w:val="008279A5"/>
    <w:rsid w:val="00832084"/>
    <w:rsid w:val="008344EA"/>
    <w:rsid w:val="008429F0"/>
    <w:rsid w:val="00846A6A"/>
    <w:rsid w:val="008543B0"/>
    <w:rsid w:val="008659D4"/>
    <w:rsid w:val="00897CC5"/>
    <w:rsid w:val="008A0A7C"/>
    <w:rsid w:val="008A4A47"/>
    <w:rsid w:val="008A4F41"/>
    <w:rsid w:val="008B7884"/>
    <w:rsid w:val="008C3B89"/>
    <w:rsid w:val="008C5C5F"/>
    <w:rsid w:val="008F38D7"/>
    <w:rsid w:val="008F76C6"/>
    <w:rsid w:val="00901171"/>
    <w:rsid w:val="00901D30"/>
    <w:rsid w:val="009022D6"/>
    <w:rsid w:val="00934FA5"/>
    <w:rsid w:val="009351C4"/>
    <w:rsid w:val="00937BFA"/>
    <w:rsid w:val="0094085F"/>
    <w:rsid w:val="00943B60"/>
    <w:rsid w:val="00954E8F"/>
    <w:rsid w:val="00991755"/>
    <w:rsid w:val="00991C63"/>
    <w:rsid w:val="0099670F"/>
    <w:rsid w:val="009A06E7"/>
    <w:rsid w:val="009A0EFB"/>
    <w:rsid w:val="009B02D3"/>
    <w:rsid w:val="009C23D0"/>
    <w:rsid w:val="009C7AD9"/>
    <w:rsid w:val="009E1472"/>
    <w:rsid w:val="009E6030"/>
    <w:rsid w:val="009F0F0E"/>
    <w:rsid w:val="009F71D4"/>
    <w:rsid w:val="00A01B7B"/>
    <w:rsid w:val="00A16362"/>
    <w:rsid w:val="00A251A6"/>
    <w:rsid w:val="00A251B2"/>
    <w:rsid w:val="00A26257"/>
    <w:rsid w:val="00A3021D"/>
    <w:rsid w:val="00A35E81"/>
    <w:rsid w:val="00A36871"/>
    <w:rsid w:val="00A36FCD"/>
    <w:rsid w:val="00A3702D"/>
    <w:rsid w:val="00A41EBA"/>
    <w:rsid w:val="00A46ECC"/>
    <w:rsid w:val="00A556DA"/>
    <w:rsid w:val="00A55AF2"/>
    <w:rsid w:val="00A6189E"/>
    <w:rsid w:val="00A81F79"/>
    <w:rsid w:val="00AA1F11"/>
    <w:rsid w:val="00AD19AC"/>
    <w:rsid w:val="00AD3033"/>
    <w:rsid w:val="00AD7486"/>
    <w:rsid w:val="00AD7509"/>
    <w:rsid w:val="00AE6505"/>
    <w:rsid w:val="00B0438E"/>
    <w:rsid w:val="00B05E21"/>
    <w:rsid w:val="00B07271"/>
    <w:rsid w:val="00B0788D"/>
    <w:rsid w:val="00B13783"/>
    <w:rsid w:val="00B27654"/>
    <w:rsid w:val="00B3334C"/>
    <w:rsid w:val="00B46208"/>
    <w:rsid w:val="00B50F9A"/>
    <w:rsid w:val="00B51F7B"/>
    <w:rsid w:val="00B554FC"/>
    <w:rsid w:val="00B620E6"/>
    <w:rsid w:val="00B64B5A"/>
    <w:rsid w:val="00B64DB2"/>
    <w:rsid w:val="00B70C18"/>
    <w:rsid w:val="00B755D9"/>
    <w:rsid w:val="00B81FA6"/>
    <w:rsid w:val="00B87C54"/>
    <w:rsid w:val="00B87D15"/>
    <w:rsid w:val="00B96C8C"/>
    <w:rsid w:val="00BA0AE6"/>
    <w:rsid w:val="00BA5FCF"/>
    <w:rsid w:val="00BA63EA"/>
    <w:rsid w:val="00BB0D8D"/>
    <w:rsid w:val="00BD2B0F"/>
    <w:rsid w:val="00BD64FD"/>
    <w:rsid w:val="00BE0048"/>
    <w:rsid w:val="00BE5DA5"/>
    <w:rsid w:val="00C02FFD"/>
    <w:rsid w:val="00C037F6"/>
    <w:rsid w:val="00C056CB"/>
    <w:rsid w:val="00C1306B"/>
    <w:rsid w:val="00C14FE6"/>
    <w:rsid w:val="00C15BD2"/>
    <w:rsid w:val="00C23107"/>
    <w:rsid w:val="00C31B56"/>
    <w:rsid w:val="00C34439"/>
    <w:rsid w:val="00C52AD4"/>
    <w:rsid w:val="00C54D5F"/>
    <w:rsid w:val="00C64BE1"/>
    <w:rsid w:val="00C71FE7"/>
    <w:rsid w:val="00C75A6F"/>
    <w:rsid w:val="00C84E6F"/>
    <w:rsid w:val="00C91C54"/>
    <w:rsid w:val="00C97932"/>
    <w:rsid w:val="00CC3A7B"/>
    <w:rsid w:val="00CC4ED0"/>
    <w:rsid w:val="00CD65A5"/>
    <w:rsid w:val="00CD7589"/>
    <w:rsid w:val="00CF108A"/>
    <w:rsid w:val="00CF4675"/>
    <w:rsid w:val="00CF6514"/>
    <w:rsid w:val="00D003EA"/>
    <w:rsid w:val="00D01413"/>
    <w:rsid w:val="00D12EA9"/>
    <w:rsid w:val="00D15783"/>
    <w:rsid w:val="00D22743"/>
    <w:rsid w:val="00D451C5"/>
    <w:rsid w:val="00D5215B"/>
    <w:rsid w:val="00D54D0D"/>
    <w:rsid w:val="00D607E4"/>
    <w:rsid w:val="00D717E4"/>
    <w:rsid w:val="00D7523A"/>
    <w:rsid w:val="00D84F4D"/>
    <w:rsid w:val="00D94127"/>
    <w:rsid w:val="00DA062B"/>
    <w:rsid w:val="00DA39C4"/>
    <w:rsid w:val="00DA6450"/>
    <w:rsid w:val="00DB19BE"/>
    <w:rsid w:val="00DB1F36"/>
    <w:rsid w:val="00DB6A2B"/>
    <w:rsid w:val="00DB6FD9"/>
    <w:rsid w:val="00DC0D14"/>
    <w:rsid w:val="00DD0AC9"/>
    <w:rsid w:val="00DD2B69"/>
    <w:rsid w:val="00DD49EA"/>
    <w:rsid w:val="00DE467B"/>
    <w:rsid w:val="00DE62EC"/>
    <w:rsid w:val="00DF0428"/>
    <w:rsid w:val="00E07B77"/>
    <w:rsid w:val="00E15349"/>
    <w:rsid w:val="00E1612A"/>
    <w:rsid w:val="00E221DE"/>
    <w:rsid w:val="00E256BA"/>
    <w:rsid w:val="00E43A5F"/>
    <w:rsid w:val="00E64DAA"/>
    <w:rsid w:val="00E64EEB"/>
    <w:rsid w:val="00E65E14"/>
    <w:rsid w:val="00E74969"/>
    <w:rsid w:val="00E761D0"/>
    <w:rsid w:val="00E8654C"/>
    <w:rsid w:val="00E93498"/>
    <w:rsid w:val="00EA7788"/>
    <w:rsid w:val="00EB0BAB"/>
    <w:rsid w:val="00EB213C"/>
    <w:rsid w:val="00EB29EB"/>
    <w:rsid w:val="00EC1ECB"/>
    <w:rsid w:val="00EC5951"/>
    <w:rsid w:val="00ED24B8"/>
    <w:rsid w:val="00ED7A82"/>
    <w:rsid w:val="00EF446B"/>
    <w:rsid w:val="00EF50A5"/>
    <w:rsid w:val="00F01511"/>
    <w:rsid w:val="00F01D99"/>
    <w:rsid w:val="00F03FCF"/>
    <w:rsid w:val="00F064B5"/>
    <w:rsid w:val="00F10077"/>
    <w:rsid w:val="00F245F5"/>
    <w:rsid w:val="00F3096E"/>
    <w:rsid w:val="00F320B4"/>
    <w:rsid w:val="00F45B41"/>
    <w:rsid w:val="00F51E16"/>
    <w:rsid w:val="00F61D33"/>
    <w:rsid w:val="00F62199"/>
    <w:rsid w:val="00F6332C"/>
    <w:rsid w:val="00F73753"/>
    <w:rsid w:val="00F776DF"/>
    <w:rsid w:val="00F82192"/>
    <w:rsid w:val="00F86D09"/>
    <w:rsid w:val="00F97560"/>
    <w:rsid w:val="00F97A27"/>
    <w:rsid w:val="00FB6A09"/>
    <w:rsid w:val="00FE13E5"/>
    <w:rsid w:val="00FE2B0B"/>
    <w:rsid w:val="00FE78B1"/>
    <w:rsid w:val="00FF1477"/>
    <w:rsid w:val="00FF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DA39F3"/>
  <w15:docId w15:val="{33C89431-D734-4CDE-8B79-9D0371B7A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spacing w:after="120"/>
    </w:pPr>
    <w:rPr>
      <w:sz w:val="22"/>
    </w:rPr>
  </w:style>
  <w:style w:type="paragraph" w:styleId="Nadpis1">
    <w:name w:val="heading 1"/>
    <w:basedOn w:val="Normln"/>
    <w:next w:val="Nadpis2"/>
    <w:qFormat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pPr>
      <w:ind w:left="566" w:hanging="283"/>
    </w:pPr>
    <w:rPr>
      <w:rFonts w:ascii="Arial" w:hAnsi="Arial"/>
    </w:rPr>
  </w:style>
  <w:style w:type="character" w:styleId="Odkaznakoment">
    <w:name w:val="annotation reference"/>
    <w:uiPriority w:val="99"/>
    <w:semiHidden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Pr>
      <w:rFonts w:ascii="Arial" w:hAnsi="Arial"/>
    </w:rPr>
  </w:style>
  <w:style w:type="paragraph" w:styleId="Seznam">
    <w:name w:val="List"/>
    <w:basedOn w:val="Normln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</w:style>
  <w:style w:type="character" w:styleId="Hypertextovodkaz">
    <w:name w:val="Hyperlink"/>
    <w:rPr>
      <w:color w:val="0000FF"/>
      <w:u w:val="single"/>
    </w:rPr>
  </w:style>
  <w:style w:type="paragraph" w:styleId="Zkladntextodsazen3">
    <w:name w:val="Body Text Indent 3"/>
    <w:basedOn w:val="Normln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lang w:val="de-DE"/>
    </w:rPr>
  </w:style>
  <w:style w:type="paragraph" w:styleId="Pedmtkomente">
    <w:name w:val="annotation subject"/>
    <w:basedOn w:val="Textkomente"/>
    <w:next w:val="Textkomente"/>
    <w:link w:val="PedmtkomenteChar"/>
    <w:rsid w:val="001A5C57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5C57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rsid w:val="001A5C57"/>
    <w:rPr>
      <w:rFonts w:ascii="Arial" w:hAnsi="Arial"/>
      <w:b/>
      <w:bCs/>
      <w:noProof/>
      <w:sz w:val="22"/>
    </w:rPr>
  </w:style>
  <w:style w:type="paragraph" w:styleId="Odstavecseseznamem">
    <w:name w:val="List Paragraph"/>
    <w:basedOn w:val="Normln"/>
    <w:uiPriority w:val="34"/>
    <w:qFormat/>
    <w:rsid w:val="00147A92"/>
    <w:pPr>
      <w:ind w:left="720"/>
      <w:contextualSpacing/>
    </w:pPr>
  </w:style>
  <w:style w:type="paragraph" w:styleId="Revize">
    <w:name w:val="Revision"/>
    <w:hidden/>
    <w:uiPriority w:val="99"/>
    <w:semiHidden/>
    <w:rsid w:val="00BE5DA5"/>
    <w:rPr>
      <w:noProof/>
      <w:sz w:val="22"/>
    </w:rPr>
  </w:style>
  <w:style w:type="character" w:customStyle="1" w:styleId="ZhlavChar">
    <w:name w:val="Záhlaví Char"/>
    <w:basedOn w:val="Standardnpsmoodstavce"/>
    <w:link w:val="Zhlav"/>
    <w:rsid w:val="00A01B7B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CEAAC-861C-4F28-A255-D9564BC4ADB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Šablona TL</Template>
  <TotalTime>10</TotalTime>
  <Pages>4</Pages>
  <Words>1030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lastPrinted>2024-02-28T12:25:00Z</cp:lastPrinted>
  <dcterms:created xsi:type="dcterms:W3CDTF">2024-06-17T11:38:00Z</dcterms:created>
  <dcterms:modified xsi:type="dcterms:W3CDTF">2024-07-28T04:06:00Z</dcterms:modified>
</cp:coreProperties>
</file>